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60A862" w14:textId="77777777" w:rsidR="000719BB" w:rsidRDefault="000719BB" w:rsidP="006C2343">
      <w:pPr>
        <w:pStyle w:val="Titul2"/>
      </w:pPr>
    </w:p>
    <w:p w14:paraId="70288F6A" w14:textId="77777777" w:rsidR="00826B7B" w:rsidRDefault="00826B7B" w:rsidP="006C2343">
      <w:pPr>
        <w:pStyle w:val="Titul2"/>
      </w:pPr>
    </w:p>
    <w:p w14:paraId="5F12D136" w14:textId="77777777" w:rsidR="000008ED" w:rsidRPr="000719BB" w:rsidRDefault="000008ED" w:rsidP="006C2343">
      <w:pPr>
        <w:pStyle w:val="Titul2"/>
      </w:pPr>
      <w:r>
        <w:t>Díl 4</w:t>
      </w:r>
    </w:p>
    <w:p w14:paraId="6FF1009F" w14:textId="6472F3D6" w:rsidR="00AD0C7B" w:rsidRDefault="001C482B" w:rsidP="006C2343">
      <w:pPr>
        <w:pStyle w:val="Titul1"/>
      </w:pPr>
      <w:r>
        <w:t>Požadavky na výkon a funkci</w:t>
      </w:r>
    </w:p>
    <w:p w14:paraId="0BB1C535" w14:textId="77777777" w:rsidR="00AD0C7B" w:rsidRDefault="00AD0C7B" w:rsidP="00AD0C7B">
      <w:pPr>
        <w:pStyle w:val="Titul2"/>
      </w:pPr>
    </w:p>
    <w:p w14:paraId="3DE73608" w14:textId="77777777" w:rsidR="000008ED" w:rsidRDefault="000008ED" w:rsidP="00AD0C7B">
      <w:pPr>
        <w:pStyle w:val="Titul2"/>
      </w:pPr>
      <w:r>
        <w:t xml:space="preserve">Část </w:t>
      </w:r>
      <w:r w:rsidR="00CD039F">
        <w:t>3</w:t>
      </w:r>
    </w:p>
    <w:p w14:paraId="6A109816" w14:textId="77777777" w:rsidR="00AD0C7B" w:rsidRDefault="000008ED" w:rsidP="006C2343">
      <w:pPr>
        <w:pStyle w:val="Titul1"/>
      </w:pPr>
      <w:r w:rsidRPr="000008ED">
        <w:t>KOMENTÁŘ K</w:t>
      </w:r>
      <w:r w:rsidR="009A1080">
        <w:t> POŽADAVKŮM NA VÝKON A FUNKCI</w:t>
      </w:r>
      <w:r w:rsidRPr="000008ED">
        <w:t xml:space="preserve"> </w:t>
      </w:r>
    </w:p>
    <w:p w14:paraId="19A77343" w14:textId="77777777" w:rsidR="00AD0C7B" w:rsidRDefault="00AD0C7B" w:rsidP="00EB46E5">
      <w:pPr>
        <w:pStyle w:val="Titul2"/>
      </w:pPr>
    </w:p>
    <w:sdt>
      <w:sdtPr>
        <w:rPr>
          <w:rStyle w:val="Nzevakce"/>
        </w:rPr>
        <w:alias w:val="Název akce - VYplnit pole - přenese se do zápatí"/>
        <w:tag w:val="Název akce"/>
        <w:id w:val="1889687308"/>
        <w:placeholder>
          <w:docPart w:val="615711D41B474129AE7EE596BC6CBC26"/>
        </w:placeholder>
        <w:text/>
      </w:sdtPr>
      <w:sdtEndPr>
        <w:rPr>
          <w:rStyle w:val="Nzevakce"/>
        </w:rPr>
      </w:sdtEndPr>
      <w:sdtContent>
        <w:p w14:paraId="47FDA110" w14:textId="2104E526" w:rsidR="00CF0EF4" w:rsidRDefault="005E11E9" w:rsidP="00CF0EF4">
          <w:pPr>
            <w:pStyle w:val="Tituldatum"/>
          </w:pPr>
          <w:r w:rsidRPr="005E11E9">
            <w:rPr>
              <w:rStyle w:val="Nzevakce"/>
            </w:rPr>
            <w:t>Výstavba PZS přejezdu P7880 v km 5,746 a zrušení přejezdu P7879 v km 5,398 na trati Kravaře ve Slezsku - Hlučín</w:t>
          </w:r>
        </w:p>
      </w:sdtContent>
    </w:sdt>
    <w:p w14:paraId="6818C6D7" w14:textId="77777777" w:rsidR="00826B7B" w:rsidRPr="006C2343" w:rsidRDefault="00826B7B" w:rsidP="006C2343">
      <w:pPr>
        <w:pStyle w:val="Titul2"/>
        <w:rPr>
          <w:highlight w:val="green"/>
        </w:rPr>
      </w:pPr>
    </w:p>
    <w:p w14:paraId="199112C1" w14:textId="77777777" w:rsidR="00826B7B" w:rsidRPr="006C2343" w:rsidRDefault="00826B7B" w:rsidP="006C2343">
      <w:pPr>
        <w:pStyle w:val="Titul2"/>
      </w:pPr>
    </w:p>
    <w:p w14:paraId="6D89381F" w14:textId="77777777" w:rsidR="000008ED" w:rsidRDefault="000008ED" w:rsidP="006C2343">
      <w:pPr>
        <w:pStyle w:val="Tituldatum"/>
      </w:pPr>
    </w:p>
    <w:p w14:paraId="443AFE70" w14:textId="77777777" w:rsidR="00C90F19" w:rsidRDefault="00C90F19" w:rsidP="006C2343">
      <w:pPr>
        <w:pStyle w:val="Tituldatum"/>
      </w:pPr>
      <w:bookmarkStart w:id="0" w:name="_GoBack"/>
      <w:bookmarkEnd w:id="0"/>
    </w:p>
    <w:p w14:paraId="263FEE39" w14:textId="16F346CA" w:rsidR="00826B7B" w:rsidRPr="006C2343" w:rsidRDefault="006C2343" w:rsidP="006C2343">
      <w:pPr>
        <w:pStyle w:val="Tituldatum"/>
      </w:pPr>
      <w:r w:rsidRPr="006C2343">
        <w:t xml:space="preserve">Datum vydání: </w:t>
      </w:r>
      <w:r w:rsidRPr="006C2343">
        <w:tab/>
      </w:r>
      <w:r w:rsidR="00CD039F" w:rsidRPr="00F97053">
        <w:t>1</w:t>
      </w:r>
      <w:r w:rsidRPr="00F97053">
        <w:t xml:space="preserve">. </w:t>
      </w:r>
      <w:r w:rsidR="00A21496" w:rsidRPr="00F97053">
        <w:t>3</w:t>
      </w:r>
      <w:r w:rsidRPr="00F97053">
        <w:t>. 20</w:t>
      </w:r>
      <w:r w:rsidR="00A616BE" w:rsidRPr="00F97053">
        <w:t>2</w:t>
      </w:r>
      <w:r w:rsidR="00A21496" w:rsidRPr="00F97053">
        <w:t>1</w:t>
      </w:r>
    </w:p>
    <w:p w14:paraId="7DA2CAE2" w14:textId="77777777" w:rsidR="00826B7B" w:rsidRDefault="00826B7B">
      <w:r>
        <w:br w:type="page"/>
      </w:r>
    </w:p>
    <w:p w14:paraId="694E398F" w14:textId="77777777" w:rsidR="000008ED" w:rsidRDefault="000008ED">
      <w:pPr>
        <w:rPr>
          <w:rFonts w:asciiTheme="majorHAnsi" w:hAnsiTheme="majorHAnsi"/>
          <w:b/>
          <w:caps/>
          <w:sz w:val="22"/>
        </w:rPr>
      </w:pPr>
    </w:p>
    <w:p w14:paraId="79030DB8" w14:textId="77777777" w:rsidR="00BD7E91" w:rsidRDefault="00BD7E91" w:rsidP="000008ED">
      <w:pPr>
        <w:pStyle w:val="Nadpisbezsl1-1"/>
      </w:pPr>
      <w:r w:rsidRPr="000008ED">
        <w:t>Obsah</w:t>
      </w:r>
      <w:r w:rsidR="00887F36">
        <w:t xml:space="preserve"> </w:t>
      </w:r>
    </w:p>
    <w:p w14:paraId="4FF040A4" w14:textId="77777777" w:rsidR="003E6B82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58914528" w:history="1">
        <w:r w:rsidR="003E6B82" w:rsidRPr="00C9390D">
          <w:rPr>
            <w:rStyle w:val="Hypertextovodkaz"/>
          </w:rPr>
          <w:t>SEZNAM ZKRATEK</w:t>
        </w:r>
        <w:r w:rsidR="003E6B82">
          <w:rPr>
            <w:noProof/>
            <w:webHidden/>
          </w:rPr>
          <w:tab/>
        </w:r>
        <w:r w:rsidR="003E6B82">
          <w:rPr>
            <w:noProof/>
            <w:webHidden/>
          </w:rPr>
          <w:fldChar w:fldCharType="begin"/>
        </w:r>
        <w:r w:rsidR="003E6B82">
          <w:rPr>
            <w:noProof/>
            <w:webHidden/>
          </w:rPr>
          <w:instrText xml:space="preserve"> PAGEREF _Toc58914528 \h </w:instrText>
        </w:r>
        <w:r w:rsidR="003E6B82">
          <w:rPr>
            <w:noProof/>
            <w:webHidden/>
          </w:rPr>
        </w:r>
        <w:r w:rsidR="003E6B82">
          <w:rPr>
            <w:noProof/>
            <w:webHidden/>
          </w:rPr>
          <w:fldChar w:fldCharType="separate"/>
        </w:r>
        <w:r w:rsidR="003E6B82">
          <w:rPr>
            <w:noProof/>
            <w:webHidden/>
          </w:rPr>
          <w:t>2</w:t>
        </w:r>
        <w:r w:rsidR="003E6B82">
          <w:rPr>
            <w:noProof/>
            <w:webHidden/>
          </w:rPr>
          <w:fldChar w:fldCharType="end"/>
        </w:r>
      </w:hyperlink>
    </w:p>
    <w:p w14:paraId="4EECC0D3" w14:textId="77777777" w:rsidR="003E6B82" w:rsidRDefault="00F97053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58914529" w:history="1">
        <w:r w:rsidR="003E6B82" w:rsidRPr="00C9390D">
          <w:rPr>
            <w:rStyle w:val="Hypertextovodkaz"/>
          </w:rPr>
          <w:t>1.</w:t>
        </w:r>
        <w:r w:rsidR="003E6B82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3E6B82" w:rsidRPr="00C9390D">
          <w:rPr>
            <w:rStyle w:val="Hypertextovodkaz"/>
          </w:rPr>
          <w:t>POJMY A DEFINICE</w:t>
        </w:r>
        <w:r w:rsidR="003E6B82">
          <w:rPr>
            <w:noProof/>
            <w:webHidden/>
          </w:rPr>
          <w:tab/>
        </w:r>
        <w:r w:rsidR="003E6B82">
          <w:rPr>
            <w:noProof/>
            <w:webHidden/>
          </w:rPr>
          <w:fldChar w:fldCharType="begin"/>
        </w:r>
        <w:r w:rsidR="003E6B82">
          <w:rPr>
            <w:noProof/>
            <w:webHidden/>
          </w:rPr>
          <w:instrText xml:space="preserve"> PAGEREF _Toc58914529 \h </w:instrText>
        </w:r>
        <w:r w:rsidR="003E6B82">
          <w:rPr>
            <w:noProof/>
            <w:webHidden/>
          </w:rPr>
        </w:r>
        <w:r w:rsidR="003E6B82">
          <w:rPr>
            <w:noProof/>
            <w:webHidden/>
          </w:rPr>
          <w:fldChar w:fldCharType="separate"/>
        </w:r>
        <w:r w:rsidR="003E6B82">
          <w:rPr>
            <w:noProof/>
            <w:webHidden/>
          </w:rPr>
          <w:t>3</w:t>
        </w:r>
        <w:r w:rsidR="003E6B82">
          <w:rPr>
            <w:noProof/>
            <w:webHidden/>
          </w:rPr>
          <w:fldChar w:fldCharType="end"/>
        </w:r>
      </w:hyperlink>
    </w:p>
    <w:p w14:paraId="6BAE320C" w14:textId="77777777" w:rsidR="003E6B82" w:rsidRDefault="00F97053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58914530" w:history="1">
        <w:r w:rsidR="003E6B82" w:rsidRPr="00C9390D">
          <w:rPr>
            <w:rStyle w:val="Hypertextovodkaz"/>
            <w:rFonts w:asciiTheme="majorHAnsi" w:hAnsiTheme="majorHAnsi"/>
          </w:rPr>
          <w:t>1.2</w:t>
        </w:r>
        <w:r w:rsidR="003E6B82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3E6B82" w:rsidRPr="00C9390D">
          <w:rPr>
            <w:rStyle w:val="Hypertextovodkaz"/>
          </w:rPr>
          <w:t>Členění ceny Díla</w:t>
        </w:r>
        <w:r w:rsidR="003E6B82">
          <w:rPr>
            <w:noProof/>
            <w:webHidden/>
          </w:rPr>
          <w:tab/>
        </w:r>
        <w:r w:rsidR="003E6B82">
          <w:rPr>
            <w:noProof/>
            <w:webHidden/>
          </w:rPr>
          <w:fldChar w:fldCharType="begin"/>
        </w:r>
        <w:r w:rsidR="003E6B82">
          <w:rPr>
            <w:noProof/>
            <w:webHidden/>
          </w:rPr>
          <w:instrText xml:space="preserve"> PAGEREF _Toc58914530 \h </w:instrText>
        </w:r>
        <w:r w:rsidR="003E6B82">
          <w:rPr>
            <w:noProof/>
            <w:webHidden/>
          </w:rPr>
        </w:r>
        <w:r w:rsidR="003E6B82">
          <w:rPr>
            <w:noProof/>
            <w:webHidden/>
          </w:rPr>
          <w:fldChar w:fldCharType="separate"/>
        </w:r>
        <w:r w:rsidR="003E6B82">
          <w:rPr>
            <w:noProof/>
            <w:webHidden/>
          </w:rPr>
          <w:t>3</w:t>
        </w:r>
        <w:r w:rsidR="003E6B82">
          <w:rPr>
            <w:noProof/>
            <w:webHidden/>
          </w:rPr>
          <w:fldChar w:fldCharType="end"/>
        </w:r>
      </w:hyperlink>
    </w:p>
    <w:p w14:paraId="14C2D692" w14:textId="77777777" w:rsidR="003E6B82" w:rsidRDefault="00F97053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58914531" w:history="1">
        <w:r w:rsidR="003E6B82" w:rsidRPr="00C9390D">
          <w:rPr>
            <w:rStyle w:val="Hypertextovodkaz"/>
            <w:rFonts w:asciiTheme="majorHAnsi" w:hAnsiTheme="majorHAnsi"/>
          </w:rPr>
          <w:t>1.3</w:t>
        </w:r>
        <w:r w:rsidR="003E6B82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3E6B82" w:rsidRPr="00C9390D">
          <w:rPr>
            <w:rStyle w:val="Hypertextovodkaz"/>
          </w:rPr>
          <w:t>Členění ceny stavby</w:t>
        </w:r>
        <w:r w:rsidR="003E6B82">
          <w:rPr>
            <w:noProof/>
            <w:webHidden/>
          </w:rPr>
          <w:tab/>
        </w:r>
        <w:r w:rsidR="003E6B82">
          <w:rPr>
            <w:noProof/>
            <w:webHidden/>
          </w:rPr>
          <w:fldChar w:fldCharType="begin"/>
        </w:r>
        <w:r w:rsidR="003E6B82">
          <w:rPr>
            <w:noProof/>
            <w:webHidden/>
          </w:rPr>
          <w:instrText xml:space="preserve"> PAGEREF _Toc58914531 \h </w:instrText>
        </w:r>
        <w:r w:rsidR="003E6B82">
          <w:rPr>
            <w:noProof/>
            <w:webHidden/>
          </w:rPr>
        </w:r>
        <w:r w:rsidR="003E6B82">
          <w:rPr>
            <w:noProof/>
            <w:webHidden/>
          </w:rPr>
          <w:fldChar w:fldCharType="separate"/>
        </w:r>
        <w:r w:rsidR="003E6B82">
          <w:rPr>
            <w:noProof/>
            <w:webHidden/>
          </w:rPr>
          <w:t>3</w:t>
        </w:r>
        <w:r w:rsidR="003E6B82">
          <w:rPr>
            <w:noProof/>
            <w:webHidden/>
          </w:rPr>
          <w:fldChar w:fldCharType="end"/>
        </w:r>
      </w:hyperlink>
    </w:p>
    <w:p w14:paraId="11AE5B36" w14:textId="77777777" w:rsidR="003E6B82" w:rsidRDefault="00F97053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58914532" w:history="1">
        <w:r w:rsidR="003E6B82" w:rsidRPr="00C9390D">
          <w:rPr>
            <w:rStyle w:val="Hypertextovodkaz"/>
          </w:rPr>
          <w:t>2.</w:t>
        </w:r>
        <w:r w:rsidR="003E6B82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3E6B82" w:rsidRPr="00C9390D">
          <w:rPr>
            <w:rStyle w:val="Hypertextovodkaz"/>
          </w:rPr>
          <w:t>ZÁKLADNÍ PRAVIDLA PRO stanovení ceny Díla</w:t>
        </w:r>
        <w:r w:rsidR="003E6B82">
          <w:rPr>
            <w:noProof/>
            <w:webHidden/>
          </w:rPr>
          <w:tab/>
        </w:r>
        <w:r w:rsidR="003E6B82">
          <w:rPr>
            <w:noProof/>
            <w:webHidden/>
          </w:rPr>
          <w:fldChar w:fldCharType="begin"/>
        </w:r>
        <w:r w:rsidR="003E6B82">
          <w:rPr>
            <w:noProof/>
            <w:webHidden/>
          </w:rPr>
          <w:instrText xml:space="preserve"> PAGEREF _Toc58914532 \h </w:instrText>
        </w:r>
        <w:r w:rsidR="003E6B82">
          <w:rPr>
            <w:noProof/>
            <w:webHidden/>
          </w:rPr>
        </w:r>
        <w:r w:rsidR="003E6B82">
          <w:rPr>
            <w:noProof/>
            <w:webHidden/>
          </w:rPr>
          <w:fldChar w:fldCharType="separate"/>
        </w:r>
        <w:r w:rsidR="003E6B82">
          <w:rPr>
            <w:noProof/>
            <w:webHidden/>
          </w:rPr>
          <w:t>3</w:t>
        </w:r>
        <w:r w:rsidR="003E6B82">
          <w:rPr>
            <w:noProof/>
            <w:webHidden/>
          </w:rPr>
          <w:fldChar w:fldCharType="end"/>
        </w:r>
      </w:hyperlink>
    </w:p>
    <w:p w14:paraId="68EDD49F" w14:textId="77777777" w:rsidR="003E6B82" w:rsidRDefault="00F97053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58914533" w:history="1">
        <w:r w:rsidR="003E6B82" w:rsidRPr="00C9390D">
          <w:rPr>
            <w:rStyle w:val="Hypertextovodkaz"/>
          </w:rPr>
          <w:t>3.</w:t>
        </w:r>
        <w:r w:rsidR="003E6B82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3E6B82" w:rsidRPr="00C9390D">
          <w:rPr>
            <w:rStyle w:val="Hypertextovodkaz"/>
          </w:rPr>
          <w:t>SROVNATELNÉ VÝROBKY, ALTERNATIVY MATERIÁLŮ A PROVEDENÍ</w:t>
        </w:r>
        <w:r w:rsidR="003E6B82">
          <w:rPr>
            <w:noProof/>
            <w:webHidden/>
          </w:rPr>
          <w:tab/>
        </w:r>
        <w:r w:rsidR="003E6B82">
          <w:rPr>
            <w:noProof/>
            <w:webHidden/>
          </w:rPr>
          <w:fldChar w:fldCharType="begin"/>
        </w:r>
        <w:r w:rsidR="003E6B82">
          <w:rPr>
            <w:noProof/>
            <w:webHidden/>
          </w:rPr>
          <w:instrText xml:space="preserve"> PAGEREF _Toc58914533 \h </w:instrText>
        </w:r>
        <w:r w:rsidR="003E6B82">
          <w:rPr>
            <w:noProof/>
            <w:webHidden/>
          </w:rPr>
        </w:r>
        <w:r w:rsidR="003E6B82">
          <w:rPr>
            <w:noProof/>
            <w:webHidden/>
          </w:rPr>
          <w:fldChar w:fldCharType="separate"/>
        </w:r>
        <w:r w:rsidR="003E6B82">
          <w:rPr>
            <w:noProof/>
            <w:webHidden/>
          </w:rPr>
          <w:t>6</w:t>
        </w:r>
        <w:r w:rsidR="003E6B82">
          <w:rPr>
            <w:noProof/>
            <w:webHidden/>
          </w:rPr>
          <w:fldChar w:fldCharType="end"/>
        </w:r>
      </w:hyperlink>
    </w:p>
    <w:p w14:paraId="3CA08901" w14:textId="77777777" w:rsidR="00AD0C7B" w:rsidRDefault="00BD7E91" w:rsidP="008D03B9">
      <w:r>
        <w:fldChar w:fldCharType="end"/>
      </w:r>
    </w:p>
    <w:p w14:paraId="75B4BC82" w14:textId="77777777" w:rsidR="000008ED" w:rsidRDefault="000008ED" w:rsidP="008D03B9"/>
    <w:p w14:paraId="31B0BC91" w14:textId="77777777" w:rsidR="000008ED" w:rsidRDefault="000008ED" w:rsidP="008D03B9"/>
    <w:p w14:paraId="643ECB88" w14:textId="77777777" w:rsidR="000008ED" w:rsidRDefault="000008ED" w:rsidP="008D03B9"/>
    <w:p w14:paraId="58131DD6" w14:textId="77777777" w:rsidR="000008ED" w:rsidRDefault="000008ED" w:rsidP="008D03B9"/>
    <w:p w14:paraId="706C7720" w14:textId="77777777" w:rsidR="00AD0C7B" w:rsidRDefault="00AD0C7B" w:rsidP="00240E69">
      <w:pPr>
        <w:pStyle w:val="Nadpisbezsl1-1"/>
        <w:outlineLvl w:val="0"/>
      </w:pPr>
      <w:bookmarkStart w:id="1" w:name="_Toc58914528"/>
      <w:r>
        <w:t>SEZNAM ZKRATEK</w:t>
      </w:r>
      <w:bookmarkEnd w:id="1"/>
      <w:r w:rsidR="0076790E">
        <w:t xml:space="preserve"> 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5E07BA" w:rsidRPr="00AD0C7B" w14:paraId="46519167" w14:textId="77777777" w:rsidTr="00041EC8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C230568" w14:textId="2CCEFC71" w:rsidR="005E07BA" w:rsidRPr="00AD0C7B" w:rsidRDefault="000D5A23" w:rsidP="000D5A23">
            <w:pPr>
              <w:pStyle w:val="Zkratky1"/>
            </w:pPr>
            <w:r>
              <w:t xml:space="preserve">SO </w:t>
            </w:r>
            <w:r w:rsidR="005E07BA"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6932725" w14:textId="1BB74083" w:rsidR="005E07BA" w:rsidRPr="006115D3" w:rsidRDefault="000D5A23" w:rsidP="0048144D">
            <w:pPr>
              <w:pStyle w:val="Zkratky2"/>
            </w:pPr>
            <w:r>
              <w:t>Objekt</w:t>
            </w:r>
            <w:r w:rsidR="003F5EFA">
              <w:t xml:space="preserve"> </w:t>
            </w:r>
            <w:r>
              <w:t>stavební části</w:t>
            </w:r>
          </w:p>
        </w:tc>
      </w:tr>
      <w:tr w:rsidR="000D5A23" w:rsidRPr="00AD0C7B" w14:paraId="6B4E000C" w14:textId="77777777" w:rsidTr="00041EC8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24409E3" w14:textId="77777777" w:rsidR="000D5A23" w:rsidDel="000D5A23" w:rsidRDefault="000D5A23" w:rsidP="000D5A23">
            <w:pPr>
              <w:pStyle w:val="Zkratky1"/>
            </w:pPr>
            <w:r>
              <w:t xml:space="preserve">SOD </w:t>
            </w:r>
            <w: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73C31C4" w14:textId="77777777" w:rsidR="000D5A23" w:rsidDel="000D5A23" w:rsidRDefault="000D5A23" w:rsidP="000D5A23">
            <w:pPr>
              <w:pStyle w:val="Zkratky2"/>
            </w:pPr>
            <w:r>
              <w:t xml:space="preserve">Smlouva o díle </w:t>
            </w:r>
          </w:p>
        </w:tc>
      </w:tr>
      <w:tr w:rsidR="000D5A23" w:rsidRPr="00AD0C7B" w14:paraId="5AA9A155" w14:textId="77777777" w:rsidTr="00041EC8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A64B004" w14:textId="77777777" w:rsidR="000D5A23" w:rsidDel="000D5A23" w:rsidRDefault="000D5A23" w:rsidP="000D5A23">
            <w:pPr>
              <w:pStyle w:val="Zkratky1"/>
            </w:pPr>
            <w:r>
              <w:t xml:space="preserve">SŽDC </w:t>
            </w:r>
            <w: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3C15368" w14:textId="77777777" w:rsidR="000D5A23" w:rsidDel="000D5A23" w:rsidRDefault="000D5A23" w:rsidP="000D5A23">
            <w:pPr>
              <w:pStyle w:val="Zkratky2"/>
            </w:pPr>
            <w:r>
              <w:t xml:space="preserve">Správa železniční dopravní cesty, státní organizace </w:t>
            </w:r>
          </w:p>
        </w:tc>
      </w:tr>
      <w:tr w:rsidR="000D5A23" w:rsidRPr="00AD0C7B" w14:paraId="6664057B" w14:textId="77777777" w:rsidTr="00041EC8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89F3117" w14:textId="77777777" w:rsidR="000D5A23" w:rsidRDefault="000D5A23" w:rsidP="000D5A23">
            <w:pPr>
              <w:pStyle w:val="Zkratky1"/>
            </w:pPr>
            <w:r>
              <w:t xml:space="preserve">VTP </w:t>
            </w:r>
            <w: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E2B18D2" w14:textId="77777777" w:rsidR="000D5A23" w:rsidRDefault="000D5A23" w:rsidP="000D5A23">
            <w:pPr>
              <w:pStyle w:val="Zkratky2"/>
            </w:pPr>
            <w:r>
              <w:t xml:space="preserve">Všeobecné technické podmínky </w:t>
            </w:r>
          </w:p>
        </w:tc>
      </w:tr>
      <w:tr w:rsidR="000D5A23" w:rsidRPr="00AD0C7B" w14:paraId="16C2C9AD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6332DAE" w14:textId="77777777" w:rsidR="000D5A23" w:rsidRPr="00AD0C7B" w:rsidRDefault="000D5A23" w:rsidP="000D5A23">
            <w:pPr>
              <w:pStyle w:val="Zkratky1"/>
            </w:pPr>
            <w:r>
              <w:t xml:space="preserve">ZTP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46C3891" w14:textId="77777777" w:rsidR="000D5A23" w:rsidRPr="006115D3" w:rsidRDefault="000D5A23" w:rsidP="000D5A23">
            <w:pPr>
              <w:pStyle w:val="Zkratky2"/>
            </w:pPr>
            <w:r>
              <w:t>Zvláštní technické podmínky</w:t>
            </w:r>
          </w:p>
        </w:tc>
      </w:tr>
    </w:tbl>
    <w:p w14:paraId="49BFB1C3" w14:textId="77777777" w:rsidR="00826B7B" w:rsidRDefault="00826B7B" w:rsidP="008D03B9"/>
    <w:p w14:paraId="5A135D5B" w14:textId="77777777" w:rsidR="00826B7B" w:rsidRDefault="00826B7B">
      <w:r>
        <w:br w:type="page"/>
      </w:r>
    </w:p>
    <w:p w14:paraId="33F14BE5" w14:textId="77777777" w:rsidR="005E07BA" w:rsidRDefault="005E07BA" w:rsidP="003368B2">
      <w:pPr>
        <w:pStyle w:val="Nadpis2-1"/>
      </w:pPr>
      <w:bookmarkStart w:id="2" w:name="_Toc58914529"/>
      <w:bookmarkStart w:id="3" w:name="_Toc389559699"/>
      <w:bookmarkStart w:id="4" w:name="_Toc397429847"/>
      <w:bookmarkStart w:id="5" w:name="_Ref433028040"/>
      <w:bookmarkStart w:id="6" w:name="_Toc1048197"/>
      <w:r>
        <w:lastRenderedPageBreak/>
        <w:t xml:space="preserve">POJMY A </w:t>
      </w:r>
      <w:r w:rsidRPr="005E07BA">
        <w:t>DEFINICE</w:t>
      </w:r>
      <w:bookmarkEnd w:id="2"/>
    </w:p>
    <w:p w14:paraId="4AF94FE1" w14:textId="77777777" w:rsidR="005E07BA" w:rsidRDefault="005E07BA" w:rsidP="005E07BA">
      <w:pPr>
        <w:pStyle w:val="Text2-1"/>
      </w:pPr>
      <w:r>
        <w:t>Není-li v tomto dokumentu výslovně uvedeno jinak, mají použité definice v Komentáři k</w:t>
      </w:r>
      <w:r w:rsidR="00AD2DB8">
        <w:t> požadavkům na výkon a funkci</w:t>
      </w:r>
      <w:r>
        <w:t xml:space="preserve"> význam definovaný ve Všeobecných technických podmínkách, případně ve Zvláštních technických podmínkách a dokumentaci, která je součástí zadávací dokumentace.</w:t>
      </w:r>
    </w:p>
    <w:p w14:paraId="597A53B6" w14:textId="77777777" w:rsidR="005E07BA" w:rsidRDefault="00583FF5" w:rsidP="005E07BA">
      <w:pPr>
        <w:pStyle w:val="Nadpis2-2"/>
      </w:pPr>
      <w:bookmarkStart w:id="7" w:name="_Toc58914530"/>
      <w:r>
        <w:t>Členění ceny Díla</w:t>
      </w:r>
      <w:bookmarkEnd w:id="7"/>
    </w:p>
    <w:p w14:paraId="44EA5950" w14:textId="41EACCE7" w:rsidR="00BC629C" w:rsidRDefault="002A1540" w:rsidP="005E07BA">
      <w:pPr>
        <w:pStyle w:val="Text2-1"/>
      </w:pPr>
      <w:r w:rsidRPr="00583FF5">
        <w:t xml:space="preserve">Dílo může být </w:t>
      </w:r>
      <w:r w:rsidR="00BC629C">
        <w:t xml:space="preserve">členěno do samostatných staveb, tj. </w:t>
      </w:r>
      <w:r w:rsidRPr="00583FF5">
        <w:t>zadáváno jako soubor staveb</w:t>
      </w:r>
      <w:r w:rsidR="00AF148E">
        <w:t xml:space="preserve"> </w:t>
      </w:r>
      <w:r w:rsidRPr="00583FF5">
        <w:t>prováděných</w:t>
      </w:r>
      <w:r w:rsidR="00BC629C">
        <w:t>,</w:t>
      </w:r>
      <w:r w:rsidRPr="00583FF5">
        <w:t xml:space="preserve"> </w:t>
      </w:r>
      <w:r w:rsidR="00BC629C">
        <w:t>z</w:t>
      </w:r>
      <w:r w:rsidRPr="00583FF5">
        <w:t xml:space="preserve"> důvodu efektivity</w:t>
      </w:r>
      <w:r w:rsidR="00BC629C">
        <w:t>,</w:t>
      </w:r>
      <w:r w:rsidRPr="00583FF5">
        <w:t xml:space="preserve"> v</w:t>
      </w:r>
      <w:r w:rsidR="00583FF5" w:rsidRPr="00583FF5">
        <w:t xml:space="preserve"> </w:t>
      </w:r>
      <w:r w:rsidRPr="00583FF5">
        <w:t xml:space="preserve">rámci jednoho stavebního záměru </w:t>
      </w:r>
      <w:r w:rsidR="00583FF5" w:rsidRPr="00583FF5">
        <w:t>uskutečňujícím výstavbu na jednom souvislém území, v tomto případě úseku tratě.</w:t>
      </w:r>
      <w:r w:rsidRPr="00583FF5">
        <w:t xml:space="preserve"> </w:t>
      </w:r>
    </w:p>
    <w:p w14:paraId="6D7136FD" w14:textId="77777777" w:rsidR="002A1540" w:rsidRPr="00583FF5" w:rsidRDefault="00BC629C" w:rsidP="005E07BA">
      <w:pPr>
        <w:pStyle w:val="Text2-1"/>
      </w:pPr>
      <w:r w:rsidRPr="0089672D">
        <w:rPr>
          <w:b/>
        </w:rPr>
        <w:t>Cena Díla je stanovena jako součet nákladů cen jednotlivých staveb</w:t>
      </w:r>
      <w:r>
        <w:t xml:space="preserve"> v souboru staveb.</w:t>
      </w:r>
      <w:r w:rsidR="0047076E">
        <w:t xml:space="preserve"> V případě, že je součástí Díla pouze jedn</w:t>
      </w:r>
      <w:r w:rsidR="0089672D">
        <w:t>a</w:t>
      </w:r>
      <w:r w:rsidR="0047076E">
        <w:t xml:space="preserve"> stavb</w:t>
      </w:r>
      <w:r w:rsidR="0089672D">
        <w:t>a</w:t>
      </w:r>
      <w:r w:rsidR="0047076E">
        <w:t>, je cena Díla shodná s cenou stavby.</w:t>
      </w:r>
      <w:r>
        <w:t xml:space="preserve"> </w:t>
      </w:r>
    </w:p>
    <w:p w14:paraId="2B577B74" w14:textId="5A1B687F" w:rsidR="002A1540" w:rsidRDefault="00BC629C" w:rsidP="005E07BA">
      <w:pPr>
        <w:pStyle w:val="Text2-1"/>
      </w:pPr>
      <w:r w:rsidRPr="000A64D0">
        <w:t xml:space="preserve">Pro stanovení Ceny Díla bude </w:t>
      </w:r>
      <w:r w:rsidR="00AF148E" w:rsidRPr="000A64D0">
        <w:t>z</w:t>
      </w:r>
      <w:r w:rsidR="00AF148E">
        <w:t>e</w:t>
      </w:r>
      <w:r w:rsidR="00AF148E" w:rsidRPr="000A64D0">
        <w:t xml:space="preserve"> </w:t>
      </w:r>
      <w:r w:rsidRPr="000A64D0">
        <w:t xml:space="preserve">strany Dodavatele </w:t>
      </w:r>
      <w:r w:rsidR="000A64D0" w:rsidRPr="000A64D0">
        <w:t xml:space="preserve">vyplněna </w:t>
      </w:r>
      <w:r w:rsidRPr="000A64D0">
        <w:t>„Rekapitulace ceny Díla</w:t>
      </w:r>
      <w:r w:rsidR="000A64D0" w:rsidRPr="000A64D0">
        <w:t>“</w:t>
      </w:r>
      <w:r w:rsidRPr="000A64D0">
        <w:t>, kter</w:t>
      </w:r>
      <w:r w:rsidR="000A64D0" w:rsidRPr="000A64D0">
        <w:t>á</w:t>
      </w:r>
      <w:r w:rsidRPr="000A64D0">
        <w:t xml:space="preserve"> bude posléze vložen</w:t>
      </w:r>
      <w:r w:rsidR="000A64D0" w:rsidRPr="000A64D0">
        <w:t xml:space="preserve">a </w:t>
      </w:r>
      <w:r w:rsidRPr="000A64D0">
        <w:t>jako Příloha č.</w:t>
      </w:r>
      <w:r w:rsidR="000A64D0" w:rsidRPr="000A64D0">
        <w:t xml:space="preserve"> </w:t>
      </w:r>
      <w:r w:rsidRPr="000A64D0">
        <w:t>4</w:t>
      </w:r>
      <w:r w:rsidR="000A64D0" w:rsidRPr="000A64D0">
        <w:t xml:space="preserve"> SOD.</w:t>
      </w:r>
      <w:r w:rsidRPr="000A64D0">
        <w:t xml:space="preserve"> </w:t>
      </w:r>
      <w:r w:rsidR="002A1540" w:rsidRPr="000A64D0">
        <w:t>Každá stavba bude v dokumentu „Rekapitulace</w:t>
      </w:r>
      <w:r w:rsidRPr="000A64D0">
        <w:t xml:space="preserve"> ceny Díla</w:t>
      </w:r>
      <w:r w:rsidR="002A1540" w:rsidRPr="000A64D0">
        <w:t xml:space="preserve">“ </w:t>
      </w:r>
      <w:r w:rsidR="0047076E">
        <w:t>oceněna</w:t>
      </w:r>
      <w:r w:rsidR="002A1540" w:rsidRPr="000A64D0">
        <w:t xml:space="preserve"> samostatně. Pro lepší orientaci a vazbu na ocenění Požadavků na výkon a funkci</w:t>
      </w:r>
      <w:r w:rsidR="000A64D0" w:rsidRPr="000A64D0">
        <w:t>,</w:t>
      </w:r>
      <w:r w:rsidR="002A1540" w:rsidRPr="000A64D0">
        <w:t xml:space="preserve"> jsou stavby očíslované</w:t>
      </w:r>
      <w:r w:rsidR="000A64D0" w:rsidRPr="000A64D0">
        <w:t xml:space="preserve"> vzestupní řadou</w:t>
      </w:r>
      <w:r w:rsidR="00F17F49">
        <w:t xml:space="preserve"> (Stavba X, kde X=</w:t>
      </w:r>
      <w:r w:rsidR="000A64D0" w:rsidRPr="000A64D0">
        <w:t>1</w:t>
      </w:r>
      <w:r w:rsidR="00F17F49">
        <w:t>,2,3,4,…)</w:t>
      </w:r>
      <w:r w:rsidR="002A1540" w:rsidRPr="000A64D0">
        <w:t>.</w:t>
      </w:r>
      <w:r w:rsidR="0047076E">
        <w:t xml:space="preserve"> Očíslování jednotlivých staveb se shoduje s očíslování</w:t>
      </w:r>
      <w:r w:rsidR="00CD039F">
        <w:t>m</w:t>
      </w:r>
      <w:r w:rsidR="0047076E">
        <w:t xml:space="preserve"> přílohy reprezentující požadavky na výkon a funkci (viz kap</w:t>
      </w:r>
      <w:r w:rsidR="002F7330">
        <w:t>.</w:t>
      </w:r>
      <w:r w:rsidR="0047076E">
        <w:t xml:space="preserve"> 1.3)</w:t>
      </w:r>
    </w:p>
    <w:p w14:paraId="5627C836" w14:textId="77777777" w:rsidR="00F17F49" w:rsidRDefault="00F17F49" w:rsidP="00F17F49">
      <w:pPr>
        <w:pStyle w:val="Nadpis2-2"/>
      </w:pPr>
      <w:bookmarkStart w:id="8" w:name="_Toc58914531"/>
      <w:r>
        <w:t>Členění ceny stavby</w:t>
      </w:r>
      <w:bookmarkEnd w:id="8"/>
    </w:p>
    <w:p w14:paraId="4F38ACDD" w14:textId="6884C506" w:rsidR="00F17F49" w:rsidRDefault="00F17F49" w:rsidP="00F17F49">
      <w:pPr>
        <w:pStyle w:val="Text2-1"/>
      </w:pPr>
      <w:r w:rsidRPr="000A64D0">
        <w:t>Pro každou stavbu, a to jak samostatně zadávanou</w:t>
      </w:r>
      <w:r w:rsidR="0048144D">
        <w:t>,</w:t>
      </w:r>
      <w:r w:rsidRPr="000A64D0">
        <w:t xml:space="preserve"> tak stavbu, která je zadávaná v rámci souboru staveb, </w:t>
      </w:r>
      <w:r>
        <w:t>se stanoví náklady na:</w:t>
      </w:r>
    </w:p>
    <w:p w14:paraId="4C4C6DAE" w14:textId="77777777" w:rsidR="00F17F49" w:rsidRDefault="00F17F49" w:rsidP="002270C5">
      <w:pPr>
        <w:pStyle w:val="Text2-2"/>
        <w:numPr>
          <w:ilvl w:val="3"/>
          <w:numId w:val="12"/>
        </w:numPr>
        <w:spacing w:after="40" w:line="240" w:lineRule="auto"/>
      </w:pPr>
      <w:r>
        <w:t>projektovou přípravu, která je prováděná před zahájením stavebních prací,</w:t>
      </w:r>
    </w:p>
    <w:p w14:paraId="2B188C6C" w14:textId="77777777" w:rsidR="00F17F49" w:rsidRDefault="00F17F49" w:rsidP="002270C5">
      <w:pPr>
        <w:pStyle w:val="Text2-2"/>
        <w:numPr>
          <w:ilvl w:val="3"/>
          <w:numId w:val="12"/>
        </w:numPr>
        <w:spacing w:after="40" w:line="240" w:lineRule="auto"/>
      </w:pPr>
      <w:r>
        <w:t>výkon Autorského dozoru,</w:t>
      </w:r>
    </w:p>
    <w:p w14:paraId="67CFC766" w14:textId="77777777" w:rsidR="00F17F49" w:rsidRDefault="00F17F49" w:rsidP="002270C5">
      <w:pPr>
        <w:pStyle w:val="Text2-2"/>
        <w:numPr>
          <w:ilvl w:val="3"/>
          <w:numId w:val="12"/>
        </w:numPr>
        <w:spacing w:after="40" w:line="240" w:lineRule="auto"/>
      </w:pPr>
      <w:r>
        <w:t>stavební práce</w:t>
      </w:r>
    </w:p>
    <w:p w14:paraId="29218ECA" w14:textId="77777777" w:rsidR="00F17F49" w:rsidRPr="000A64D0" w:rsidRDefault="00F17F49" w:rsidP="002270C5">
      <w:pPr>
        <w:pStyle w:val="Text2-2"/>
        <w:numPr>
          <w:ilvl w:val="3"/>
          <w:numId w:val="12"/>
        </w:numPr>
        <w:spacing w:after="40" w:line="240" w:lineRule="auto"/>
      </w:pPr>
      <w:r>
        <w:t xml:space="preserve">další </w:t>
      </w:r>
      <w:r w:rsidR="00CD039F">
        <w:t xml:space="preserve">požadavky na výkon a funkci zahrnující </w:t>
      </w:r>
      <w:r>
        <w:t>činnosti prováděné v průběhu nebo po ukončení prací, soustředěné do jednoho Všeobecného objektu,</w:t>
      </w:r>
    </w:p>
    <w:p w14:paraId="076FA318" w14:textId="77777777" w:rsidR="0047076E" w:rsidRDefault="00904F2A" w:rsidP="00F17F49">
      <w:pPr>
        <w:pStyle w:val="Text2-1"/>
      </w:pPr>
      <w:r>
        <w:t xml:space="preserve">Náklady na projekční práce a výkon Autorského dozoru každé jednotlivé stavby jsou </w:t>
      </w:r>
      <w:r w:rsidR="0047076E">
        <w:t xml:space="preserve">Dodavatelem </w:t>
      </w:r>
      <w:r>
        <w:t>oceňované</w:t>
      </w:r>
      <w:r w:rsidR="0089672D">
        <w:t xml:space="preserve"> přímo v</w:t>
      </w:r>
      <w:r>
        <w:t xml:space="preserve"> dokumentu Rekapitulace ceny Díla. </w:t>
      </w:r>
    </w:p>
    <w:p w14:paraId="60D07CAD" w14:textId="0C4CE6B2" w:rsidR="00F17F49" w:rsidRPr="000A64D0" w:rsidRDefault="005F475E" w:rsidP="00F17F49">
      <w:pPr>
        <w:pStyle w:val="Text2-1"/>
      </w:pPr>
      <w:r>
        <w:t>Požadavky na výkon a funkci jsou rozdělené na n</w:t>
      </w:r>
      <w:r w:rsidR="0047076E">
        <w:t xml:space="preserve">áklady na stavební práce a další činnosti prováděné v průběhu nebo po ukončení </w:t>
      </w:r>
      <w:r w:rsidR="00C455D8">
        <w:t xml:space="preserve">stavebních </w:t>
      </w:r>
      <w:r w:rsidR="0047076E">
        <w:t>prací</w:t>
      </w:r>
      <w:r>
        <w:t xml:space="preserve">. Tyto veškeré činnosti </w:t>
      </w:r>
      <w:r w:rsidR="0047076E">
        <w:t>jsou</w:t>
      </w:r>
      <w:r w:rsidR="00904F2A">
        <w:t xml:space="preserve"> </w:t>
      </w:r>
      <w:r w:rsidR="0047076E">
        <w:t xml:space="preserve">Dodavatelem oceňované v dokumentu </w:t>
      </w:r>
      <w:r w:rsidR="0089672D">
        <w:t>s názvem</w:t>
      </w:r>
      <w:r w:rsidR="00F17F49">
        <w:t xml:space="preserve"> „</w:t>
      </w:r>
      <w:r w:rsidR="00F17F49" w:rsidRPr="009909F2">
        <w:t>Stavby_</w:t>
      </w:r>
      <w:r w:rsidR="00F17F49">
        <w:t>X</w:t>
      </w:r>
      <w:r w:rsidR="00F17F49" w:rsidRPr="009909F2">
        <w:t>_</w:t>
      </w:r>
      <w:r w:rsidR="002F7330">
        <w:t xml:space="preserve"> </w:t>
      </w:r>
      <w:r w:rsidR="00F17F49" w:rsidRPr="009909F2">
        <w:t>Požadavky na výkon a funkci</w:t>
      </w:r>
      <w:r w:rsidR="00F17F49">
        <w:t>“</w:t>
      </w:r>
      <w:r w:rsidR="00C455D8">
        <w:t xml:space="preserve">, který je vytvořený pro </w:t>
      </w:r>
      <w:r w:rsidR="0089672D">
        <w:t>každou jednotlivou stav</w:t>
      </w:r>
      <w:r w:rsidR="002F7330">
        <w:t>b</w:t>
      </w:r>
      <w:r w:rsidR="0089672D">
        <w:t>u a očíslován viz kap</w:t>
      </w:r>
      <w:r w:rsidR="000D5A23">
        <w:t>.</w:t>
      </w:r>
      <w:r w:rsidR="0089672D">
        <w:t xml:space="preserve"> 1.2.3. </w:t>
      </w:r>
      <w:r w:rsidR="0047076E">
        <w:t xml:space="preserve">Jedná se o </w:t>
      </w:r>
      <w:r w:rsidR="0089672D">
        <w:t>dokument</w:t>
      </w:r>
      <w:r w:rsidR="0047076E">
        <w:t xml:space="preserve"> ve formátu </w:t>
      </w:r>
      <w:r w:rsidR="0089672D">
        <w:t>*</w:t>
      </w:r>
      <w:r w:rsidR="0047076E">
        <w:t>.xlsx</w:t>
      </w:r>
      <w:r w:rsidR="00F17F49">
        <w:t xml:space="preserve"> obsahuj</w:t>
      </w:r>
      <w:r w:rsidR="0047076E">
        <w:t>ící</w:t>
      </w:r>
      <w:r w:rsidR="00F17F49">
        <w:t xml:space="preserve"> dva listy: </w:t>
      </w:r>
    </w:p>
    <w:p w14:paraId="394BD217" w14:textId="77777777" w:rsidR="00F17F49" w:rsidRPr="000A64D0" w:rsidRDefault="00F17F49" w:rsidP="002270C5">
      <w:pPr>
        <w:pStyle w:val="Text2-2"/>
        <w:numPr>
          <w:ilvl w:val="3"/>
          <w:numId w:val="12"/>
        </w:numPr>
        <w:spacing w:after="40" w:line="240" w:lineRule="auto"/>
      </w:pPr>
      <w:r>
        <w:t>Požadavky na výkon a funkci</w:t>
      </w:r>
    </w:p>
    <w:p w14:paraId="2CC77CA5" w14:textId="77777777" w:rsidR="00F17F49" w:rsidRDefault="00F17F49" w:rsidP="002270C5">
      <w:pPr>
        <w:pStyle w:val="Text2-2"/>
        <w:numPr>
          <w:ilvl w:val="3"/>
          <w:numId w:val="12"/>
        </w:numPr>
        <w:spacing w:after="40" w:line="240" w:lineRule="auto"/>
      </w:pPr>
      <w:r>
        <w:t>SO 98-98 Všeobecný objekt</w:t>
      </w:r>
    </w:p>
    <w:p w14:paraId="7C0599EF" w14:textId="7D3AF6AE" w:rsidR="0089672D" w:rsidRPr="000A64D0" w:rsidRDefault="0089672D" w:rsidP="0089672D">
      <w:pPr>
        <w:pStyle w:val="Text2-2"/>
        <w:numPr>
          <w:ilvl w:val="0"/>
          <w:numId w:val="0"/>
        </w:numPr>
        <w:ind w:left="737"/>
      </w:pPr>
      <w:r>
        <w:t>Dodavatel ocení oba listy ve vymezených položkách, viz kap.</w:t>
      </w:r>
      <w:r w:rsidR="002F7330">
        <w:t xml:space="preserve"> </w:t>
      </w:r>
      <w:r>
        <w:t>2</w:t>
      </w:r>
    </w:p>
    <w:p w14:paraId="7DEF5769" w14:textId="77777777" w:rsidR="005E07BA" w:rsidRDefault="005E07BA" w:rsidP="005E07BA">
      <w:pPr>
        <w:pStyle w:val="Nadpis2-1"/>
      </w:pPr>
      <w:bookmarkStart w:id="9" w:name="_Toc58914532"/>
      <w:r>
        <w:t xml:space="preserve">ZÁKLADNÍ PRAVIDLA PRO </w:t>
      </w:r>
      <w:r w:rsidR="002A1540">
        <w:t>stanovení ceny Díla</w:t>
      </w:r>
      <w:bookmarkEnd w:id="9"/>
    </w:p>
    <w:p w14:paraId="61F9656E" w14:textId="77777777" w:rsidR="005E07BA" w:rsidRDefault="007107C4" w:rsidP="005E07BA">
      <w:pPr>
        <w:pStyle w:val="Text2-1"/>
      </w:pPr>
      <w:r>
        <w:t xml:space="preserve">Dodavatel ocení v dokumentu Rekapitulace ceny Díla </w:t>
      </w:r>
      <w:r w:rsidR="00A6753E">
        <w:t xml:space="preserve">náklady na </w:t>
      </w:r>
      <w:r w:rsidR="002D362D">
        <w:t>jednotliv</w:t>
      </w:r>
      <w:r w:rsidR="00A6753E">
        <w:t>é</w:t>
      </w:r>
      <w:r w:rsidR="002D362D">
        <w:t xml:space="preserve"> stavb</w:t>
      </w:r>
      <w:r w:rsidR="00A6753E">
        <w:t>y</w:t>
      </w:r>
      <w:r w:rsidR="002D362D">
        <w:t xml:space="preserve"> </w:t>
      </w:r>
      <w:r w:rsidR="00A6753E">
        <w:t xml:space="preserve">v rozdělení </w:t>
      </w:r>
      <w:r>
        <w:t>na</w:t>
      </w:r>
      <w:r w:rsidR="00A6753E">
        <w:t xml:space="preserve"> položky</w:t>
      </w:r>
      <w:r w:rsidR="002D362D">
        <w:t>:</w:t>
      </w:r>
    </w:p>
    <w:tbl>
      <w:tblPr>
        <w:tblW w:w="7371" w:type="dxa"/>
        <w:tblInd w:w="77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1"/>
        <w:gridCol w:w="4110"/>
        <w:gridCol w:w="851"/>
        <w:gridCol w:w="1559"/>
      </w:tblGrid>
      <w:tr w:rsidR="00A6753E" w:rsidRPr="00A6753E" w14:paraId="10F5C85A" w14:textId="77777777" w:rsidTr="00FB5DD9">
        <w:trPr>
          <w:trHeight w:val="499"/>
        </w:trPr>
        <w:tc>
          <w:tcPr>
            <w:tcW w:w="4961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  <w:shd w:val="clear" w:color="auto" w:fill="FFFFFF" w:themeFill="background1"/>
            <w:vAlign w:val="center"/>
            <w:hideMark/>
          </w:tcPr>
          <w:p w14:paraId="37B52AC4" w14:textId="77777777" w:rsidR="00A6753E" w:rsidRPr="00A6753E" w:rsidRDefault="00A6753E" w:rsidP="00FB5DD9">
            <w:pPr>
              <w:spacing w:after="0" w:line="240" w:lineRule="atLeast"/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</w:pPr>
            <w:r w:rsidRPr="00A6753E"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  <w:t xml:space="preserve">Stavba </w:t>
            </w:r>
            <w:r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  <w:t>X</w:t>
            </w:r>
          </w:p>
        </w:tc>
        <w:tc>
          <w:tcPr>
            <w:tcW w:w="2410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  <w:hideMark/>
          </w:tcPr>
          <w:p w14:paraId="3C367A12" w14:textId="77777777" w:rsidR="00A6753E" w:rsidRPr="00A6753E" w:rsidRDefault="00A6753E" w:rsidP="00FB5DD9">
            <w:pPr>
              <w:spacing w:after="0" w:line="240" w:lineRule="atLeast"/>
              <w:jc w:val="right"/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i/>
                <w:iCs/>
                <w:sz w:val="18"/>
                <w:szCs w:val="18"/>
                <w:lang w:eastAsia="cs-CZ"/>
              </w:rPr>
              <w:t>C</w:t>
            </w:r>
            <w:r w:rsidRPr="00A6753E">
              <w:rPr>
                <w:rFonts w:eastAsia="Times New Roman" w:cs="Times New Roman"/>
                <w:b/>
                <w:bCs/>
                <w:i/>
                <w:iCs/>
                <w:sz w:val="18"/>
                <w:szCs w:val="18"/>
                <w:lang w:eastAsia="cs-CZ"/>
              </w:rPr>
              <w:t>ena za stavbu</w:t>
            </w:r>
            <w:r>
              <w:rPr>
                <w:rFonts w:eastAsia="Times New Roman" w:cs="Times New Roman"/>
                <w:b/>
                <w:bCs/>
                <w:i/>
                <w:iCs/>
                <w:sz w:val="18"/>
                <w:szCs w:val="18"/>
                <w:lang w:eastAsia="cs-CZ"/>
              </w:rPr>
              <w:t xml:space="preserve"> v Kč</w:t>
            </w:r>
            <w:r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  <w:t xml:space="preserve">                 </w:t>
            </w:r>
          </w:p>
        </w:tc>
      </w:tr>
      <w:tr w:rsidR="00A6753E" w:rsidRPr="00A6753E" w14:paraId="4D053FE2" w14:textId="77777777" w:rsidTr="00FB5DD9">
        <w:trPr>
          <w:trHeight w:val="495"/>
        </w:trPr>
        <w:tc>
          <w:tcPr>
            <w:tcW w:w="4961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4013E6EF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bCs/>
                <w:i/>
                <w:sz w:val="18"/>
                <w:szCs w:val="18"/>
                <w:lang w:eastAsia="cs-CZ"/>
              </w:rPr>
            </w:pPr>
            <w:r w:rsidRPr="00A6753E">
              <w:rPr>
                <w:rFonts w:eastAsia="Times New Roman" w:cs="Times New Roman"/>
                <w:bCs/>
                <w:i/>
                <w:sz w:val="18"/>
                <w:szCs w:val="18"/>
                <w:lang w:eastAsia="cs-CZ"/>
              </w:rPr>
              <w:t xml:space="preserve">Název stavby 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  <w:hideMark/>
          </w:tcPr>
          <w:p w14:paraId="568F282E" w14:textId="77777777" w:rsidR="00A6753E" w:rsidRPr="00A6753E" w:rsidRDefault="00A6753E" w:rsidP="00A6753E">
            <w:pPr>
              <w:spacing w:after="0" w:line="240" w:lineRule="auto"/>
              <w:jc w:val="center"/>
              <w:rPr>
                <w:rFonts w:eastAsia="Times New Roman" w:cs="Times New Roman"/>
                <w:i/>
                <w:iCs/>
                <w:sz w:val="16"/>
                <w:szCs w:val="16"/>
                <w:lang w:eastAsia="cs-CZ"/>
              </w:rPr>
            </w:pPr>
            <w:r w:rsidRPr="00A6753E">
              <w:rPr>
                <w:rFonts w:eastAsia="Times New Roman" w:cs="Times New Roman"/>
                <w:i/>
                <w:iCs/>
                <w:sz w:val="16"/>
                <w:szCs w:val="16"/>
                <w:lang w:eastAsia="cs-CZ"/>
              </w:rPr>
              <w:t xml:space="preserve">Cena dílčí část stavby </w:t>
            </w:r>
            <w:r>
              <w:rPr>
                <w:rFonts w:eastAsia="Times New Roman" w:cs="Times New Roman"/>
                <w:i/>
                <w:iCs/>
                <w:sz w:val="16"/>
                <w:szCs w:val="16"/>
                <w:lang w:val="en-US" w:eastAsia="cs-CZ"/>
              </w:rPr>
              <w:t>[</w:t>
            </w:r>
            <w:r w:rsidRPr="00A6753E">
              <w:rPr>
                <w:rFonts w:eastAsia="Times New Roman" w:cs="Times New Roman"/>
                <w:i/>
                <w:iCs/>
                <w:sz w:val="16"/>
                <w:szCs w:val="16"/>
                <w:lang w:eastAsia="cs-CZ"/>
              </w:rPr>
              <w:t>Kč]</w:t>
            </w:r>
          </w:p>
        </w:tc>
      </w:tr>
      <w:tr w:rsidR="00A6753E" w:rsidRPr="00A6753E" w14:paraId="233AC2F9" w14:textId="77777777" w:rsidTr="00D3343B">
        <w:trPr>
          <w:trHeight w:val="241"/>
        </w:trPr>
        <w:tc>
          <w:tcPr>
            <w:tcW w:w="851" w:type="dxa"/>
            <w:vMerge w:val="restart"/>
            <w:tcBorders>
              <w:top w:val="nil"/>
              <w:left w:val="single" w:sz="12" w:space="0" w:color="auto"/>
              <w:bottom w:val="single" w:sz="12" w:space="0" w:color="000000"/>
              <w:right w:val="nil"/>
            </w:tcBorders>
            <w:shd w:val="clear" w:color="auto" w:fill="FFFFFF" w:themeFill="background1"/>
            <w:vAlign w:val="center"/>
            <w:hideMark/>
          </w:tcPr>
          <w:p w14:paraId="5D708C67" w14:textId="77777777" w:rsidR="00A6753E" w:rsidRPr="00A6753E" w:rsidRDefault="00D92C34" w:rsidP="00A6753E">
            <w:pPr>
              <w:spacing w:after="0" w:line="240" w:lineRule="auto"/>
              <w:jc w:val="center"/>
              <w:rPr>
                <w:rFonts w:eastAsia="Times New Roman" w:cs="Times New Roman"/>
                <w:i/>
                <w:iCs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i/>
                <w:iCs/>
                <w:sz w:val="16"/>
                <w:szCs w:val="18"/>
                <w:lang w:eastAsia="cs-CZ"/>
              </w:rPr>
              <w:t>položky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1C73A50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sz w:val="16"/>
                <w:szCs w:val="18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8"/>
                <w:lang w:eastAsia="cs-CZ"/>
              </w:rPr>
              <w:t>Projektová dokumentace pro stavební povolení (DSP)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99"/>
            <w:vAlign w:val="center"/>
            <w:hideMark/>
          </w:tcPr>
          <w:p w14:paraId="1314E250" w14:textId="77777777" w:rsidR="00A6753E" w:rsidRPr="00A6753E" w:rsidRDefault="00A6753E" w:rsidP="00A6753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cs-CZ"/>
              </w:rPr>
            </w:pPr>
          </w:p>
        </w:tc>
      </w:tr>
      <w:tr w:rsidR="00A6753E" w:rsidRPr="00A6753E" w14:paraId="739C3717" w14:textId="77777777" w:rsidTr="00D3343B">
        <w:trPr>
          <w:trHeight w:val="252"/>
        </w:trPr>
        <w:tc>
          <w:tcPr>
            <w:tcW w:w="851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nil"/>
            </w:tcBorders>
            <w:shd w:val="clear" w:color="auto" w:fill="FFFFFF" w:themeFill="background1"/>
            <w:vAlign w:val="center"/>
            <w:hideMark/>
          </w:tcPr>
          <w:p w14:paraId="20568EDE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i/>
                <w:iCs/>
                <w:sz w:val="18"/>
                <w:szCs w:val="18"/>
                <w:lang w:eastAsia="cs-CZ"/>
              </w:rPr>
            </w:pPr>
          </w:p>
        </w:tc>
        <w:tc>
          <w:tcPr>
            <w:tcW w:w="49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3B3AE45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sz w:val="16"/>
                <w:szCs w:val="18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8"/>
                <w:lang w:eastAsia="cs-CZ"/>
              </w:rPr>
              <w:t>Projektová dokumentace pro provádění stavby (PDPS)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99"/>
            <w:vAlign w:val="center"/>
            <w:hideMark/>
          </w:tcPr>
          <w:p w14:paraId="0F315BD2" w14:textId="77777777" w:rsidR="00A6753E" w:rsidRPr="00A6753E" w:rsidRDefault="00A6753E" w:rsidP="00A6753E">
            <w:pPr>
              <w:spacing w:after="0" w:line="240" w:lineRule="auto"/>
              <w:jc w:val="right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6"/>
                <w:lang w:eastAsia="cs-CZ"/>
              </w:rPr>
              <w:t> </w:t>
            </w:r>
          </w:p>
        </w:tc>
      </w:tr>
      <w:tr w:rsidR="00A6753E" w:rsidRPr="00A6753E" w14:paraId="22825587" w14:textId="77777777" w:rsidTr="00D3343B">
        <w:trPr>
          <w:trHeight w:val="259"/>
        </w:trPr>
        <w:tc>
          <w:tcPr>
            <w:tcW w:w="851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nil"/>
            </w:tcBorders>
            <w:shd w:val="clear" w:color="auto" w:fill="FFFFFF" w:themeFill="background1"/>
            <w:vAlign w:val="center"/>
            <w:hideMark/>
          </w:tcPr>
          <w:p w14:paraId="4AFA6936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i/>
                <w:iCs/>
                <w:sz w:val="18"/>
                <w:szCs w:val="18"/>
                <w:lang w:eastAsia="cs-CZ"/>
              </w:rPr>
            </w:pPr>
          </w:p>
        </w:tc>
        <w:tc>
          <w:tcPr>
            <w:tcW w:w="49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3A32033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sz w:val="16"/>
                <w:szCs w:val="18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8"/>
                <w:lang w:eastAsia="cs-CZ"/>
              </w:rPr>
              <w:t>Výkon Autorského dozoru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99"/>
            <w:vAlign w:val="center"/>
            <w:hideMark/>
          </w:tcPr>
          <w:p w14:paraId="2417075E" w14:textId="77777777" w:rsidR="00A6753E" w:rsidRPr="00A6753E" w:rsidRDefault="00A6753E" w:rsidP="00A6753E">
            <w:pPr>
              <w:spacing w:after="0" w:line="240" w:lineRule="auto"/>
              <w:jc w:val="right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6"/>
                <w:lang w:eastAsia="cs-CZ"/>
              </w:rPr>
              <w:t> </w:t>
            </w:r>
          </w:p>
        </w:tc>
      </w:tr>
      <w:tr w:rsidR="00A6753E" w:rsidRPr="00A6753E" w14:paraId="7054BD9E" w14:textId="77777777" w:rsidTr="00D3343B">
        <w:trPr>
          <w:trHeight w:val="246"/>
        </w:trPr>
        <w:tc>
          <w:tcPr>
            <w:tcW w:w="851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nil"/>
            </w:tcBorders>
            <w:shd w:val="clear" w:color="auto" w:fill="FFFFFF" w:themeFill="background1"/>
            <w:vAlign w:val="center"/>
            <w:hideMark/>
          </w:tcPr>
          <w:p w14:paraId="7D17CE3E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i/>
                <w:iCs/>
                <w:sz w:val="18"/>
                <w:szCs w:val="18"/>
                <w:lang w:eastAsia="cs-CZ"/>
              </w:rPr>
            </w:pPr>
          </w:p>
        </w:tc>
        <w:tc>
          <w:tcPr>
            <w:tcW w:w="49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5501531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sz w:val="16"/>
                <w:szCs w:val="18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8"/>
                <w:lang w:eastAsia="cs-CZ"/>
              </w:rPr>
              <w:t>SO 98-98 Všeobecný objekt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000000" w:fill="FFFF99"/>
            <w:vAlign w:val="center"/>
            <w:hideMark/>
          </w:tcPr>
          <w:p w14:paraId="3C49A53C" w14:textId="77777777" w:rsidR="00A6753E" w:rsidRPr="00A6753E" w:rsidRDefault="00A6753E" w:rsidP="00A6753E">
            <w:pPr>
              <w:spacing w:after="0" w:line="240" w:lineRule="auto"/>
              <w:jc w:val="right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6"/>
                <w:lang w:eastAsia="cs-CZ"/>
              </w:rPr>
              <w:t> </w:t>
            </w:r>
          </w:p>
        </w:tc>
      </w:tr>
      <w:tr w:rsidR="00A6753E" w:rsidRPr="00A6753E" w14:paraId="40134F4B" w14:textId="77777777" w:rsidTr="00FB5DD9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14:paraId="7DFB59E5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i/>
                <w:iCs/>
                <w:sz w:val="18"/>
                <w:szCs w:val="18"/>
                <w:lang w:eastAsia="cs-CZ"/>
              </w:rPr>
            </w:pP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EB49E01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sz w:val="16"/>
                <w:szCs w:val="18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8"/>
                <w:lang w:eastAsia="cs-CZ"/>
              </w:rPr>
              <w:t>Stavební práce dle Požadavků na výkon a funkci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FFF99"/>
            <w:vAlign w:val="center"/>
            <w:hideMark/>
          </w:tcPr>
          <w:p w14:paraId="621E50EC" w14:textId="77777777" w:rsidR="00A6753E" w:rsidRPr="00A6753E" w:rsidRDefault="00A6753E" w:rsidP="00A6753E">
            <w:pPr>
              <w:spacing w:after="0" w:line="240" w:lineRule="auto"/>
              <w:jc w:val="right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6"/>
                <w:lang w:eastAsia="cs-CZ"/>
              </w:rPr>
              <w:t> </w:t>
            </w:r>
          </w:p>
        </w:tc>
      </w:tr>
    </w:tbl>
    <w:p w14:paraId="3FD5B6C1" w14:textId="77777777" w:rsidR="002D362D" w:rsidRDefault="002D362D" w:rsidP="002D362D">
      <w:pPr>
        <w:pStyle w:val="Text2-1"/>
        <w:numPr>
          <w:ilvl w:val="0"/>
          <w:numId w:val="0"/>
        </w:numPr>
        <w:ind w:left="737"/>
      </w:pPr>
    </w:p>
    <w:p w14:paraId="04D0E109" w14:textId="5A165E01" w:rsidR="00D92C34" w:rsidRDefault="00D92C34" w:rsidP="0047076E">
      <w:pPr>
        <w:pStyle w:val="Text2-1"/>
      </w:pPr>
      <w:r>
        <w:t xml:space="preserve">Náklady na Stavební práce Požadavků na výkon a funkci </w:t>
      </w:r>
      <w:r w:rsidR="00CD039F">
        <w:t xml:space="preserve">a SO 98-98 Všeobecný objekt uvedené v Rekapitulaci ceny Díla musí vždy odpovídat </w:t>
      </w:r>
      <w:r w:rsidR="00E95ECF">
        <w:t xml:space="preserve">oceněnému dokumentu </w:t>
      </w:r>
      <w:r w:rsidR="00B2233D" w:rsidRPr="00B2233D">
        <w:rPr>
          <w:i/>
        </w:rPr>
        <w:t>„</w:t>
      </w:r>
      <w:r w:rsidR="002F7330" w:rsidRPr="00B2233D">
        <w:rPr>
          <w:i/>
        </w:rPr>
        <w:t>Stavb</w:t>
      </w:r>
      <w:r w:rsidR="002F7330">
        <w:rPr>
          <w:i/>
        </w:rPr>
        <w:t>y</w:t>
      </w:r>
      <w:r w:rsidR="00B2233D" w:rsidRPr="00B2233D">
        <w:rPr>
          <w:i/>
        </w:rPr>
        <w:t>_X_Požadavky na výkon a funkci.xlsx“</w:t>
      </w:r>
      <w:r w:rsidR="00B2233D">
        <w:t xml:space="preserve"> dle jednotlivých staveb.</w:t>
      </w:r>
      <w:r w:rsidR="00E95ECF">
        <w:t xml:space="preserve"> </w:t>
      </w:r>
      <w:r w:rsidR="00CD039F">
        <w:t xml:space="preserve"> </w:t>
      </w:r>
    </w:p>
    <w:p w14:paraId="5C55BE5B" w14:textId="272142AD" w:rsidR="0047076E" w:rsidRDefault="00F9234A" w:rsidP="0047076E">
      <w:pPr>
        <w:pStyle w:val="Text2-1"/>
      </w:pPr>
      <w:r>
        <w:t xml:space="preserve">Položky pro </w:t>
      </w:r>
      <w:r w:rsidR="0047076E">
        <w:t>Požadavky na výkon a funkci</w:t>
      </w:r>
      <w:r w:rsidR="00D3343B">
        <w:t xml:space="preserve"> v dokumentu </w:t>
      </w:r>
      <w:r w:rsidR="00D3343B" w:rsidRPr="00B2233D">
        <w:rPr>
          <w:i/>
        </w:rPr>
        <w:t>„</w:t>
      </w:r>
      <w:r w:rsidR="002F7330" w:rsidRPr="00B2233D">
        <w:rPr>
          <w:i/>
        </w:rPr>
        <w:t>Stavb</w:t>
      </w:r>
      <w:r w:rsidR="002F7330">
        <w:rPr>
          <w:i/>
        </w:rPr>
        <w:t>y</w:t>
      </w:r>
      <w:r w:rsidR="00D3343B" w:rsidRPr="00B2233D">
        <w:rPr>
          <w:i/>
        </w:rPr>
        <w:t>_X_Požadavky na výkon a funkci.xlsx“</w:t>
      </w:r>
      <w:r w:rsidR="0047076E">
        <w:t>:</w:t>
      </w:r>
    </w:p>
    <w:p w14:paraId="607489B7" w14:textId="77777777" w:rsidR="00F9234A" w:rsidRPr="00F9234A" w:rsidRDefault="00F9234A" w:rsidP="00F9234A">
      <w:pPr>
        <w:pStyle w:val="Odrka1-1"/>
        <w:rPr>
          <w:rStyle w:val="Tun"/>
        </w:rPr>
      </w:pPr>
      <w:r>
        <w:rPr>
          <w:rStyle w:val="Tun"/>
        </w:rPr>
        <w:t>Položka</w:t>
      </w:r>
      <w:r w:rsidRPr="00F9234A">
        <w:rPr>
          <w:rStyle w:val="Tun"/>
          <w:b w:val="0"/>
        </w:rPr>
        <w:t xml:space="preserve"> –</w:t>
      </w:r>
      <w:r>
        <w:rPr>
          <w:rStyle w:val="Tun"/>
        </w:rPr>
        <w:t xml:space="preserve"> </w:t>
      </w:r>
      <w:r w:rsidRPr="00F9234A">
        <w:rPr>
          <w:rStyle w:val="Tun"/>
          <w:b w:val="0"/>
        </w:rPr>
        <w:t xml:space="preserve">označení </w:t>
      </w:r>
      <w:r>
        <w:rPr>
          <w:rStyle w:val="Tun"/>
          <w:b w:val="0"/>
        </w:rPr>
        <w:t>čísla objektu</w:t>
      </w:r>
    </w:p>
    <w:p w14:paraId="71D41775" w14:textId="77777777" w:rsidR="00F9234A" w:rsidRPr="00F9234A" w:rsidRDefault="00F9234A" w:rsidP="00F9234A">
      <w:pPr>
        <w:pStyle w:val="Odrka1-1"/>
        <w:rPr>
          <w:rStyle w:val="Tun"/>
        </w:rPr>
      </w:pPr>
      <w:r>
        <w:rPr>
          <w:rStyle w:val="Tun"/>
        </w:rPr>
        <w:t>Název položky</w:t>
      </w:r>
      <w:r w:rsidRPr="00F9234A">
        <w:rPr>
          <w:rStyle w:val="Tun"/>
          <w:b w:val="0"/>
        </w:rPr>
        <w:t xml:space="preserve"> </w:t>
      </w:r>
      <w:r>
        <w:rPr>
          <w:rStyle w:val="Tun"/>
          <w:b w:val="0"/>
        </w:rPr>
        <w:t>– přesn</w:t>
      </w:r>
      <w:r w:rsidR="009D264C">
        <w:rPr>
          <w:rStyle w:val="Tun"/>
          <w:b w:val="0"/>
        </w:rPr>
        <w:t>ý</w:t>
      </w:r>
      <w:r>
        <w:rPr>
          <w:rStyle w:val="Tun"/>
          <w:b w:val="0"/>
        </w:rPr>
        <w:t xml:space="preserve"> název objektu</w:t>
      </w:r>
      <w:r w:rsidRPr="00F9234A">
        <w:rPr>
          <w:rStyle w:val="Tun"/>
          <w:b w:val="0"/>
        </w:rPr>
        <w:t xml:space="preserve"> </w:t>
      </w:r>
    </w:p>
    <w:p w14:paraId="7094C582" w14:textId="77777777" w:rsidR="00F9234A" w:rsidRPr="007107C4" w:rsidRDefault="00F9234A" w:rsidP="00F9234A">
      <w:pPr>
        <w:pStyle w:val="Odrka1-1"/>
        <w:rPr>
          <w:rStyle w:val="Tun"/>
        </w:rPr>
      </w:pPr>
      <w:r>
        <w:rPr>
          <w:rStyle w:val="Tun"/>
        </w:rPr>
        <w:t>Popis položky</w:t>
      </w:r>
      <w:r>
        <w:rPr>
          <w:rStyle w:val="Tun"/>
          <w:b w:val="0"/>
        </w:rPr>
        <w:t xml:space="preserve"> – popis požadavků na výkon a funkci vztahující se k danému </w:t>
      </w:r>
      <w:r w:rsidR="009D264C">
        <w:rPr>
          <w:rStyle w:val="Tun"/>
          <w:b w:val="0"/>
        </w:rPr>
        <w:t>objektu</w:t>
      </w:r>
      <w:r w:rsidR="002D362D">
        <w:rPr>
          <w:rStyle w:val="Tun"/>
          <w:b w:val="0"/>
        </w:rPr>
        <w:t xml:space="preserve"> </w:t>
      </w:r>
    </w:p>
    <w:p w14:paraId="1669FC8C" w14:textId="77777777" w:rsidR="007107C4" w:rsidRDefault="007107C4" w:rsidP="00F9234A">
      <w:pPr>
        <w:pStyle w:val="Odrka1-1"/>
        <w:rPr>
          <w:rStyle w:val="Tun"/>
        </w:rPr>
      </w:pPr>
      <w:r>
        <w:rPr>
          <w:rStyle w:val="Tun"/>
        </w:rPr>
        <w:t>Poznámka</w:t>
      </w:r>
      <w:r w:rsidR="002D362D">
        <w:rPr>
          <w:rStyle w:val="Tun"/>
        </w:rPr>
        <w:t xml:space="preserve"> </w:t>
      </w:r>
      <w:r w:rsidR="002D362D">
        <w:rPr>
          <w:rStyle w:val="Tun"/>
          <w:b w:val="0"/>
        </w:rPr>
        <w:t xml:space="preserve">– </w:t>
      </w:r>
      <w:r w:rsidR="00DE369C">
        <w:rPr>
          <w:rStyle w:val="Tun"/>
          <w:b w:val="0"/>
        </w:rPr>
        <w:t>poznámka k popisu položky odkazující na informace uvedené v jiné části zadávací dokumentace</w:t>
      </w:r>
    </w:p>
    <w:p w14:paraId="7B0A451F" w14:textId="77777777" w:rsidR="0047076E" w:rsidRDefault="007107C4" w:rsidP="005E07BA">
      <w:pPr>
        <w:pStyle w:val="Odrka1-1"/>
      </w:pPr>
      <w:r>
        <w:rPr>
          <w:rStyle w:val="Tun"/>
        </w:rPr>
        <w:t>Cena za položku</w:t>
      </w:r>
      <w:r w:rsidR="00DE369C">
        <w:rPr>
          <w:rStyle w:val="Tun"/>
        </w:rPr>
        <w:t xml:space="preserve"> </w:t>
      </w:r>
      <w:r w:rsidR="00DE369C" w:rsidRPr="00DE369C">
        <w:rPr>
          <w:rStyle w:val="Tun"/>
          <w:b w:val="0"/>
        </w:rPr>
        <w:t>– stanovuje Dodavatel v Kč na dvě desetinn</w:t>
      </w:r>
      <w:r w:rsidR="009D264C">
        <w:rPr>
          <w:rStyle w:val="Tun"/>
          <w:b w:val="0"/>
        </w:rPr>
        <w:t>á</w:t>
      </w:r>
      <w:r w:rsidR="00DE369C" w:rsidRPr="00DE369C">
        <w:rPr>
          <w:rStyle w:val="Tun"/>
          <w:b w:val="0"/>
        </w:rPr>
        <w:t xml:space="preserve"> místa</w:t>
      </w:r>
    </w:p>
    <w:p w14:paraId="540AB44A" w14:textId="4207B96B" w:rsidR="005E07BA" w:rsidRDefault="005E07BA" w:rsidP="005E07BA">
      <w:pPr>
        <w:pStyle w:val="Text2-1"/>
      </w:pPr>
      <w:r>
        <w:t xml:space="preserve">Položky </w:t>
      </w:r>
      <w:r w:rsidR="0047076E">
        <w:t>SO 98-98</w:t>
      </w:r>
      <w:r>
        <w:t xml:space="preserve"> </w:t>
      </w:r>
      <w:r w:rsidR="00D3343B">
        <w:t xml:space="preserve">v dokumentu </w:t>
      </w:r>
      <w:r w:rsidR="00D3343B" w:rsidRPr="00B2233D">
        <w:rPr>
          <w:i/>
        </w:rPr>
        <w:t>„</w:t>
      </w:r>
      <w:r w:rsidR="002F7330" w:rsidRPr="00B2233D">
        <w:rPr>
          <w:i/>
        </w:rPr>
        <w:t>Stavb</w:t>
      </w:r>
      <w:r w:rsidR="002F7330">
        <w:rPr>
          <w:i/>
        </w:rPr>
        <w:t>y</w:t>
      </w:r>
      <w:r w:rsidR="00D3343B" w:rsidRPr="00B2233D">
        <w:rPr>
          <w:i/>
        </w:rPr>
        <w:t>_X_Požadavky na výkon a funkci.xlsx“</w:t>
      </w:r>
      <w:r w:rsidR="00D3343B">
        <w:rPr>
          <w:i/>
        </w:rPr>
        <w:t xml:space="preserve"> </w:t>
      </w:r>
      <w:r>
        <w:t>obsahují pole:</w:t>
      </w:r>
    </w:p>
    <w:p w14:paraId="39B368CE" w14:textId="77777777" w:rsidR="005E07BA" w:rsidRDefault="005E07BA" w:rsidP="005E07BA">
      <w:pPr>
        <w:pStyle w:val="Odrka1-1"/>
      </w:pPr>
      <w:r w:rsidRPr="005E07BA">
        <w:rPr>
          <w:rStyle w:val="Tun"/>
        </w:rPr>
        <w:t>Pořadové číslo položky</w:t>
      </w:r>
      <w:r>
        <w:t>,</w:t>
      </w:r>
    </w:p>
    <w:p w14:paraId="32C86C38" w14:textId="77777777" w:rsidR="005E07BA" w:rsidRDefault="005E07BA" w:rsidP="005E07BA">
      <w:pPr>
        <w:pStyle w:val="Odrka1-1"/>
      </w:pPr>
      <w:r w:rsidRPr="005E07BA">
        <w:rPr>
          <w:rStyle w:val="Tun"/>
        </w:rPr>
        <w:t>Kód položky</w:t>
      </w:r>
      <w:r>
        <w:t xml:space="preserve"> - třídící kód položky dle použité cenové soustavy, pokud je použita,</w:t>
      </w:r>
    </w:p>
    <w:p w14:paraId="4DEC81D3" w14:textId="77777777" w:rsidR="005E07BA" w:rsidRDefault="005E07BA" w:rsidP="005E07BA">
      <w:pPr>
        <w:pStyle w:val="Odrka1-1"/>
      </w:pPr>
      <w:r w:rsidRPr="005E07BA">
        <w:rPr>
          <w:rStyle w:val="Tun"/>
        </w:rPr>
        <w:t>Varianta</w:t>
      </w:r>
      <w:r>
        <w:t xml:space="preserve"> - použije se pro rozlišení v případě, že je v Dílu použit stejný kód položky,</w:t>
      </w:r>
    </w:p>
    <w:p w14:paraId="053D618F" w14:textId="433A72DB" w:rsidR="005E07BA" w:rsidRDefault="005E07BA" w:rsidP="00C30537">
      <w:pPr>
        <w:pStyle w:val="Odrka1-1"/>
      </w:pPr>
      <w:r w:rsidRPr="005E07BA">
        <w:rPr>
          <w:rStyle w:val="Tun"/>
        </w:rPr>
        <w:t>Cenová soustava</w:t>
      </w:r>
      <w:r>
        <w:t xml:space="preserve"> –</w:t>
      </w:r>
      <w:r w:rsidR="00DE369C">
        <w:t xml:space="preserve"> </w:t>
      </w:r>
      <w:r w:rsidR="00C30537" w:rsidRPr="00C30537">
        <w:t>typ cenové soustavy (označení dle správce cenové soustavy), pokud pro činnost není v použité cenové soustavě odpovídající položka, je pro danou činnost vytvořena nová samostatná položka tzv. R-položka a v označení cenové soustavy je uvedeno: R-položka),</w:t>
      </w:r>
    </w:p>
    <w:p w14:paraId="1ED45FA0" w14:textId="3455091C" w:rsidR="005E07BA" w:rsidRDefault="005E07BA" w:rsidP="005E07BA">
      <w:pPr>
        <w:pStyle w:val="Odrka1-1"/>
      </w:pPr>
      <w:r w:rsidRPr="005E07BA">
        <w:rPr>
          <w:rStyle w:val="Tun"/>
        </w:rPr>
        <w:t>Název položky</w:t>
      </w:r>
      <w:r>
        <w:t xml:space="preserve"> - vlastní název </w:t>
      </w:r>
      <w:r w:rsidR="00DE369C">
        <w:t>položky</w:t>
      </w:r>
    </w:p>
    <w:p w14:paraId="54654B33" w14:textId="3D4B50F0" w:rsidR="005E07BA" w:rsidRDefault="005E07BA" w:rsidP="005E07BA">
      <w:pPr>
        <w:pStyle w:val="Odrka1-2-"/>
      </w:pPr>
      <w:r w:rsidRPr="005E07BA">
        <w:rPr>
          <w:rStyle w:val="Tun"/>
        </w:rPr>
        <w:t>Popis položky</w:t>
      </w:r>
      <w:r>
        <w:t xml:space="preserve"> - doplňující název položky up</w:t>
      </w:r>
      <w:r w:rsidR="001D1F8C">
        <w:t>řesňující popis dané položky</w:t>
      </w:r>
      <w:r w:rsidR="00C30537">
        <w:t xml:space="preserve"> </w:t>
      </w:r>
      <w:r w:rsidR="001D1F8C">
        <w:t>v </w:t>
      </w:r>
      <w:r>
        <w:t>případě, že název položky je potřebné upřesnit,</w:t>
      </w:r>
    </w:p>
    <w:p w14:paraId="4D02C7B5" w14:textId="77777777" w:rsidR="005E07BA" w:rsidRDefault="005E07BA" w:rsidP="005E07BA">
      <w:pPr>
        <w:pStyle w:val="Odrka1-2-"/>
      </w:pPr>
      <w:r w:rsidRPr="005E07BA">
        <w:rPr>
          <w:rStyle w:val="Tun"/>
        </w:rPr>
        <w:t>Výkaz výměr</w:t>
      </w:r>
      <w:r>
        <w:t xml:space="preserve"> - k uvedenému množství, s výjimkou případů, kdy není výpočet pro stanovení množství položky soupisu prací potřebný,</w:t>
      </w:r>
    </w:p>
    <w:p w14:paraId="7EB43EF8" w14:textId="77777777" w:rsidR="005E07BA" w:rsidRDefault="005E07BA" w:rsidP="005E07BA">
      <w:pPr>
        <w:pStyle w:val="Odrka1-2-"/>
      </w:pPr>
      <w:r w:rsidRPr="005E07BA">
        <w:rPr>
          <w:rStyle w:val="Tun"/>
        </w:rPr>
        <w:t>Technická specifikace položky</w:t>
      </w:r>
      <w:r>
        <w:t xml:space="preserve"> - zahrnuje přesný popis specifikující dodávku materiálů nebo výrobků s jednoznačným popisem materiálu nebo výrobku s</w:t>
      </w:r>
      <w:r w:rsidR="00A841B9">
        <w:t> </w:t>
      </w:r>
      <w:r>
        <w:t xml:space="preserve">uvedením technických parametrů nebo vlastností požadovaných materiálů nebo výrobků, jednoznačně vymezující druh a kvalitu prací, dodávky nebo služby, s případným odkazem na části dokumentace pro zadání stavebních prací a jiné dokumenty a technické a cenové podmínky, </w:t>
      </w:r>
    </w:p>
    <w:p w14:paraId="63E0B697" w14:textId="77777777" w:rsidR="005E07BA" w:rsidRDefault="005E07BA" w:rsidP="005E07BA">
      <w:pPr>
        <w:pStyle w:val="Odrka1-1"/>
      </w:pPr>
      <w:r w:rsidRPr="005E07BA">
        <w:rPr>
          <w:rStyle w:val="Tun"/>
        </w:rPr>
        <w:t>Měrná jednotka</w:t>
      </w:r>
      <w:r>
        <w:t>,</w:t>
      </w:r>
    </w:p>
    <w:p w14:paraId="3EC99A7E" w14:textId="77777777" w:rsidR="005E07BA" w:rsidRDefault="005E07BA" w:rsidP="005E07BA">
      <w:pPr>
        <w:pStyle w:val="Odrka1-1"/>
      </w:pPr>
      <w:r w:rsidRPr="005E07BA">
        <w:rPr>
          <w:rStyle w:val="Tun"/>
        </w:rPr>
        <w:t>Množství</w:t>
      </w:r>
      <w:r>
        <w:t xml:space="preserve"> - v dané měrné jednotce,</w:t>
      </w:r>
    </w:p>
    <w:p w14:paraId="5738B33B" w14:textId="77777777" w:rsidR="005E07BA" w:rsidRDefault="005E07BA" w:rsidP="005E07BA">
      <w:pPr>
        <w:pStyle w:val="Odrka1-1"/>
      </w:pPr>
      <w:r w:rsidRPr="005E07BA">
        <w:rPr>
          <w:rStyle w:val="Tun"/>
        </w:rPr>
        <w:t>Jednotková hmotnost</w:t>
      </w:r>
      <w:r>
        <w:t>,</w:t>
      </w:r>
    </w:p>
    <w:p w14:paraId="3540C802" w14:textId="77777777" w:rsidR="005E07BA" w:rsidRDefault="005E07BA" w:rsidP="005E07BA">
      <w:pPr>
        <w:pStyle w:val="Odrka1-1"/>
      </w:pPr>
      <w:r w:rsidRPr="005E07BA">
        <w:rPr>
          <w:rStyle w:val="Tun"/>
        </w:rPr>
        <w:t>Celková hmotnost</w:t>
      </w:r>
      <w:r>
        <w:t>,</w:t>
      </w:r>
    </w:p>
    <w:p w14:paraId="1145CBF2" w14:textId="75715983" w:rsidR="005E07BA" w:rsidRDefault="005E07BA" w:rsidP="005E07BA">
      <w:pPr>
        <w:pStyle w:val="Odrka1-1"/>
      </w:pPr>
      <w:r w:rsidRPr="005E07BA">
        <w:rPr>
          <w:rStyle w:val="Tun"/>
        </w:rPr>
        <w:t>Jednotková cena</w:t>
      </w:r>
      <w:r>
        <w:t xml:space="preserve"> </w:t>
      </w:r>
      <w:r w:rsidR="003E6B82" w:rsidRPr="00DE369C">
        <w:rPr>
          <w:rStyle w:val="Tun"/>
          <w:b w:val="0"/>
        </w:rPr>
        <w:t>stanovuje Dodavatel v Kč na dvě desetinné místa</w:t>
      </w:r>
    </w:p>
    <w:p w14:paraId="3DADC6E0" w14:textId="3039E2D1" w:rsidR="005E07BA" w:rsidRDefault="005E07BA" w:rsidP="005E07BA">
      <w:pPr>
        <w:pStyle w:val="Odrka1-1"/>
      </w:pPr>
      <w:r w:rsidRPr="005E07BA">
        <w:rPr>
          <w:rStyle w:val="Tun"/>
        </w:rPr>
        <w:t>Cena celkem</w:t>
      </w:r>
      <w:r w:rsidR="00DE369C">
        <w:t xml:space="preserve"> </w:t>
      </w:r>
      <w:r w:rsidR="00DE369C" w:rsidRPr="00DE369C">
        <w:rPr>
          <w:rStyle w:val="Tun"/>
          <w:b w:val="0"/>
        </w:rPr>
        <w:t xml:space="preserve">– </w:t>
      </w:r>
      <w:r w:rsidR="003E6B82">
        <w:rPr>
          <w:rStyle w:val="Tun"/>
          <w:b w:val="0"/>
        </w:rPr>
        <w:t>vzniká násobením jednotkové ceny a množství v dané jednotce</w:t>
      </w:r>
    </w:p>
    <w:p w14:paraId="4EB34F8C" w14:textId="22BCF557" w:rsidR="005E07BA" w:rsidRDefault="005E07BA" w:rsidP="005E07BA">
      <w:pPr>
        <w:pStyle w:val="Text2-1"/>
      </w:pPr>
      <w:r>
        <w:t xml:space="preserve">Pokud není v </w:t>
      </w:r>
      <w:r w:rsidR="008F2D65">
        <w:t>Zadávací</w:t>
      </w:r>
      <w:r>
        <w:t xml:space="preserve"> dokumentaci a </w:t>
      </w:r>
      <w:r w:rsidR="008F2D65">
        <w:t>Požadav</w:t>
      </w:r>
      <w:r w:rsidR="00C30537">
        <w:t>cích</w:t>
      </w:r>
      <w:r w:rsidR="008F2D65">
        <w:t xml:space="preserve"> na výkon a funkci</w:t>
      </w:r>
      <w:r>
        <w:t xml:space="preserve"> uvedeno jinak, jsou vedlejší náklady rozpuštěny v</w:t>
      </w:r>
      <w:r w:rsidR="00DE369C">
        <w:t xml:space="preserve"> Dodavatelem oceňovaných </w:t>
      </w:r>
      <w:r>
        <w:t xml:space="preserve">položkách a samostatně se nevykazují. Dodavatel tyto náklady musí zahrnout do ceny díla. Jedná se zejména o náklady na: </w:t>
      </w:r>
    </w:p>
    <w:p w14:paraId="4FFF9556" w14:textId="77777777" w:rsidR="005E07BA" w:rsidRDefault="005E07BA" w:rsidP="005E07BA">
      <w:pPr>
        <w:pStyle w:val="Odrka1-2-"/>
      </w:pPr>
      <w:r>
        <w:t>práce a související náklady (na vymezení staven</w:t>
      </w:r>
      <w:r w:rsidR="001D1F8C">
        <w:t>iště, na oplocení, příjezdové a </w:t>
      </w:r>
      <w:r>
        <w:t>odvozové trasy, atd.);</w:t>
      </w:r>
    </w:p>
    <w:p w14:paraId="1B10D82A" w14:textId="77777777" w:rsidR="005E07BA" w:rsidRDefault="005E07BA" w:rsidP="005E07BA">
      <w:pPr>
        <w:pStyle w:val="Odrka1-2-"/>
      </w:pPr>
      <w:r>
        <w:t>dodávka materiálů nebo výrobků, dodání na staveniště, vykládání, skladování, převzetí materiálů a zboží dodávaných jinými firmami a veškeré náklady s tím související včetně poplatků a cel;</w:t>
      </w:r>
    </w:p>
    <w:p w14:paraId="70418784" w14:textId="77777777" w:rsidR="005E07BA" w:rsidRDefault="005E07BA" w:rsidP="005E07BA">
      <w:pPr>
        <w:pStyle w:val="Odrka1-2-"/>
      </w:pPr>
      <w:r>
        <w:t>náklady na veškerá pojištění;</w:t>
      </w:r>
    </w:p>
    <w:p w14:paraId="1CF8BF01" w14:textId="77777777" w:rsidR="005E07BA" w:rsidRDefault="005E07BA" w:rsidP="005E07BA">
      <w:pPr>
        <w:pStyle w:val="Odrka1-2-"/>
      </w:pPr>
      <w:r>
        <w:lastRenderedPageBreak/>
        <w:t>umístění materiálů nebo výrobků do stanovené polohy včetně vytyčení, montáže a zajištění polohy;</w:t>
      </w:r>
    </w:p>
    <w:p w14:paraId="0DC43A25" w14:textId="461CD875" w:rsidR="005E07BA" w:rsidRDefault="005E07BA" w:rsidP="005E07BA">
      <w:pPr>
        <w:pStyle w:val="Odrka1-2-"/>
      </w:pPr>
      <w:r>
        <w:t>vnitrostaveništní „Přesun hmot“ bez ohledu na použitou cenovou soustavu;</w:t>
      </w:r>
    </w:p>
    <w:p w14:paraId="3BF75A6F" w14:textId="77777777" w:rsidR="005E07BA" w:rsidRDefault="005E07BA" w:rsidP="005E07BA">
      <w:pPr>
        <w:pStyle w:val="Odrka1-2-"/>
      </w:pPr>
      <w:r>
        <w:t>vlivy související s potřebou postupného provádění díla nebo jeho částí, které jsou dané anebo vyplývají logicky ze zadávací dokumentace;</w:t>
      </w:r>
    </w:p>
    <w:p w14:paraId="1B55289F" w14:textId="77777777" w:rsidR="005E07BA" w:rsidRDefault="005E07BA" w:rsidP="005E07BA">
      <w:pPr>
        <w:pStyle w:val="Odrka1-2-"/>
      </w:pPr>
      <w:r>
        <w:t>závazky, povinnosti, rizika a jakékoli náklady související s prováděním díla, které jsou dané anebo vyplývají ze zadávací dokumentace;</w:t>
      </w:r>
    </w:p>
    <w:p w14:paraId="2D041C80" w14:textId="77777777" w:rsidR="005E07BA" w:rsidRDefault="005E07BA" w:rsidP="005E07BA">
      <w:pPr>
        <w:pStyle w:val="Odrka1-2-"/>
      </w:pPr>
      <w:r>
        <w:t>přirážky na vedení firmy a přiměřený zisk zhotovitele a všechny jeho režijní náklady;</w:t>
      </w:r>
    </w:p>
    <w:p w14:paraId="11C631F2" w14:textId="77777777" w:rsidR="005E07BA" w:rsidRDefault="005E07BA" w:rsidP="005E07BA">
      <w:pPr>
        <w:pStyle w:val="Odrka1-2-"/>
      </w:pPr>
      <w:r>
        <w:t>náklady související s likvidací o</w:t>
      </w:r>
      <w:r w:rsidR="00DE369C">
        <w:t>dpadů včetně správních poplatků</w:t>
      </w:r>
      <w:r>
        <w:t>;</w:t>
      </w:r>
    </w:p>
    <w:p w14:paraId="7B76C36A" w14:textId="77777777" w:rsidR="005E07BA" w:rsidRDefault="005E07BA" w:rsidP="005E07BA">
      <w:pPr>
        <w:pStyle w:val="Odrka1-2-"/>
      </w:pPr>
      <w:r>
        <w:t>zkoušky, testy, vzorky požadované zadávací dokumentací a TKP včetně nákladů na jejich pořízení a dopravu;</w:t>
      </w:r>
    </w:p>
    <w:p w14:paraId="1633A3AF" w14:textId="77777777" w:rsidR="005E07BA" w:rsidRDefault="005E07BA" w:rsidP="005E07BA">
      <w:pPr>
        <w:pStyle w:val="Odrka1-2-"/>
      </w:pPr>
      <w:r>
        <w:t>dílenskou a výrobní dokumentaci nebo pracovních výkresů, které zhotovitel potřebuje k provedení díla;</w:t>
      </w:r>
    </w:p>
    <w:p w14:paraId="561B32E2" w14:textId="77777777" w:rsidR="005E07BA" w:rsidRDefault="005E07BA" w:rsidP="005E07BA">
      <w:pPr>
        <w:pStyle w:val="Odrka1-2-"/>
      </w:pPr>
      <w:r>
        <w:t>zřízení, provoz a likvidace zařízení staveniště, včetně nákladů na zajištění všech potřebných energií a materiálů na jeho provozování;</w:t>
      </w:r>
    </w:p>
    <w:p w14:paraId="6C7BFEC9" w14:textId="77777777" w:rsidR="005E07BA" w:rsidRDefault="005E07BA" w:rsidP="005E07BA">
      <w:pPr>
        <w:pStyle w:val="Odrka1-2-"/>
      </w:pPr>
      <w:r>
        <w:t>pronájem nemovitostí za účelem zřízení a pr</w:t>
      </w:r>
      <w:r w:rsidR="001D1F8C">
        <w:t>ovozování zařízení staveniště i </w:t>
      </w:r>
      <w:r>
        <w:t>vůči třetím stranám;</w:t>
      </w:r>
    </w:p>
    <w:p w14:paraId="6BEA5A6E" w14:textId="77777777" w:rsidR="005E07BA" w:rsidRDefault="005E07BA" w:rsidP="005E07BA">
      <w:pPr>
        <w:pStyle w:val="Odrka1-2-"/>
      </w:pPr>
      <w:r>
        <w:t>práva a náklady na přístupové a odvozové cesty, použité pozemky, dočasné zábory včetně uvedení do původního stavu;</w:t>
      </w:r>
    </w:p>
    <w:p w14:paraId="189C2014" w14:textId="77777777" w:rsidR="005E07BA" w:rsidRDefault="005E07BA" w:rsidP="005E07BA">
      <w:pPr>
        <w:pStyle w:val="Odrka1-2-"/>
      </w:pPr>
      <w:r>
        <w:t>ztížené podmínky výstavby, včetně dopravních opatření a značení vzniklých činností Zhotovitele. Náklady, které souvisí se ztíženým prováděním stavebních prací oproti běžnému způsobu realizace, rušení plynulosti prováděných prací provozem dopravy, realizaci díla v krátkodobých výlukách, případně o práci na území se ztíženými výrobními podmínkami, vlivy klimatických a hydrologických podmínek, náklady za práci přesčas, v noci, ve dnech pracovního klidu, vynucené přeložky inženýrských sítí příp. náhradní napájení či zásobování.;</w:t>
      </w:r>
    </w:p>
    <w:p w14:paraId="38876B52" w14:textId="77777777" w:rsidR="005E07BA" w:rsidRDefault="005E07BA" w:rsidP="005E07BA">
      <w:pPr>
        <w:pStyle w:val="Odrka1-2-"/>
      </w:pPr>
      <w:r>
        <w:t xml:space="preserve">nezbytná provizoria, provizorní a přechodné stavy (a to včetně zajištění jejich kvalifikované obsluhy </w:t>
      </w:r>
      <w:r w:rsidR="000C4848">
        <w:t>a řízení, ekologické likvidace)</w:t>
      </w:r>
      <w:r>
        <w:t>;</w:t>
      </w:r>
    </w:p>
    <w:p w14:paraId="3E2CEA47" w14:textId="77777777" w:rsidR="005E07BA" w:rsidRDefault="005E07BA" w:rsidP="005E07BA">
      <w:pPr>
        <w:pStyle w:val="Odrka1-2-"/>
      </w:pPr>
      <w:r>
        <w:t>zajištění plnění kvalitativních požadavků a dokladů o shodě s prvky interoperability;</w:t>
      </w:r>
    </w:p>
    <w:p w14:paraId="5C247631" w14:textId="77777777" w:rsidR="005E07BA" w:rsidRDefault="005E07BA" w:rsidP="005E07BA">
      <w:pPr>
        <w:pStyle w:val="Odrka1-2-"/>
      </w:pPr>
      <w:r>
        <w:t xml:space="preserve">položky typu zednických, drobných stavebních prací a jiných přípomocí, které nejsou samostatně vykazovány, náklady na tyto přípomoce je nutné zahrnout do cen položek, které tyto přípomoce vyžadují; </w:t>
      </w:r>
    </w:p>
    <w:p w14:paraId="7DD70BD1" w14:textId="77777777" w:rsidR="005E07BA" w:rsidRDefault="005E07BA" w:rsidP="005E07BA">
      <w:pPr>
        <w:pStyle w:val="Odrka1-2-"/>
      </w:pPr>
      <w:r>
        <w:t>ztratné a prořezy, položky typu „jiné nespecifikované práce“, „koordinace postupu prací“, „zkušební provoz“, „úklid pracoviště“, „neúkolované elektromechanické práce“,</w:t>
      </w:r>
    </w:p>
    <w:p w14:paraId="3DED3ED9" w14:textId="77777777" w:rsidR="005E07BA" w:rsidRDefault="005E07BA" w:rsidP="005E07BA">
      <w:pPr>
        <w:pStyle w:val="Odrka1-2-"/>
      </w:pPr>
      <w:r>
        <w:t>speciální technologie, vyplývající z postupů výstavby a omezených možností při provádění díla oproti běžným technologiím (např. sanační stroj),</w:t>
      </w:r>
    </w:p>
    <w:p w14:paraId="5190D04A" w14:textId="77777777" w:rsidR="005E07BA" w:rsidRDefault="005E07BA" w:rsidP="005E07BA">
      <w:pPr>
        <w:pStyle w:val="Odrka1-2-"/>
      </w:pPr>
      <w:r>
        <w:t>výkony prováděné organizačními jednotkami S</w:t>
      </w:r>
      <w:r w:rsidR="00D01996">
        <w:t>právy železnic, státní organizace</w:t>
      </w:r>
      <w:r>
        <w:t xml:space="preserve"> jako součást dodávky díla pro Zhotovitele (financované z rozpočtu stavby – nezadatelné výkony, dále např. dohled, účast na jednáních), které jsou specifikovány ve Směrnici SŽ</w:t>
      </w:r>
      <w:r w:rsidR="00D01996">
        <w:t>DC</w:t>
      </w:r>
      <w:r>
        <w:t xml:space="preserve"> č. 55 - Výkony v souvislosti s realizací plánu investiční výstavby železniční dopravní infrastruktury, v platném znění;</w:t>
      </w:r>
    </w:p>
    <w:p w14:paraId="3B938F55" w14:textId="77777777" w:rsidR="005E07BA" w:rsidRDefault="005E07BA" w:rsidP="005E07BA">
      <w:pPr>
        <w:pStyle w:val="Odrka1-2-"/>
      </w:pPr>
      <w:r>
        <w:t>geodetickou a koordinační činnost,</w:t>
      </w:r>
    </w:p>
    <w:p w14:paraId="26EE91AA" w14:textId="77777777" w:rsidR="005E07BA" w:rsidRDefault="005E07BA" w:rsidP="005E07BA">
      <w:pPr>
        <w:pStyle w:val="Odrka1-2-"/>
      </w:pPr>
      <w:r>
        <w:t>veškeré zkoušky a revize.</w:t>
      </w:r>
    </w:p>
    <w:p w14:paraId="2956DBCF" w14:textId="0702C5D6" w:rsidR="005E07BA" w:rsidRDefault="000C4848" w:rsidP="005E07BA">
      <w:pPr>
        <w:pStyle w:val="Text2-1"/>
      </w:pPr>
      <w:r w:rsidRPr="009D264C">
        <w:rPr>
          <w:rStyle w:val="Tun"/>
          <w:b w:val="0"/>
        </w:rPr>
        <w:t xml:space="preserve">V Rekapitulaci ceny Díla a položkách </w:t>
      </w:r>
      <w:r w:rsidR="008F2D65" w:rsidRPr="009D264C">
        <w:rPr>
          <w:rStyle w:val="Tun"/>
          <w:b w:val="0"/>
        </w:rPr>
        <w:t>Požadavků na výkon a funkci</w:t>
      </w:r>
      <w:r w:rsidR="005E07BA" w:rsidRPr="009D264C">
        <w:rPr>
          <w:rStyle w:val="Tun"/>
          <w:b w:val="0"/>
        </w:rPr>
        <w:t xml:space="preserve"> </w:t>
      </w:r>
      <w:r w:rsidRPr="009D264C">
        <w:rPr>
          <w:rStyle w:val="Tun"/>
        </w:rPr>
        <w:t>doplní</w:t>
      </w:r>
      <w:r>
        <w:rPr>
          <w:rStyle w:val="Tun"/>
        </w:rPr>
        <w:t xml:space="preserve"> Dodavatel </w:t>
      </w:r>
      <w:r w:rsidR="005E07BA" w:rsidRPr="005E07BA">
        <w:rPr>
          <w:rStyle w:val="Tun"/>
        </w:rPr>
        <w:t>pouze jednotkové ceny</w:t>
      </w:r>
      <w:r w:rsidR="003E6B82">
        <w:rPr>
          <w:rStyle w:val="Tun"/>
        </w:rPr>
        <w:t xml:space="preserve"> nebo ceny za položku</w:t>
      </w:r>
      <w:r w:rsidR="005E07BA" w:rsidRPr="005E07BA">
        <w:rPr>
          <w:rStyle w:val="Tun"/>
        </w:rPr>
        <w:t>.</w:t>
      </w:r>
      <w:r w:rsidR="005E07BA">
        <w:t xml:space="preserve"> Celková cena díla pro </w:t>
      </w:r>
      <w:r w:rsidR="009D264C">
        <w:t>Dodavatele</w:t>
      </w:r>
      <w:r w:rsidR="005E07BA">
        <w:t xml:space="preserve"> vznikne součtem celkové ceny </w:t>
      </w:r>
      <w:r w:rsidR="009D264C">
        <w:t>položek za jednotlivé stavby uvedené výše.</w:t>
      </w:r>
      <w:r w:rsidR="005E07BA">
        <w:t xml:space="preserve"> Měrné jednotky se uvádějí se zaokrouhlením na 3 desetinná místa, a jednotlivé oceněné položky se uvádějí v Kč se zaokrouhlením na 2 desetinná místa.</w:t>
      </w:r>
    </w:p>
    <w:p w14:paraId="043B5EC2" w14:textId="77777777" w:rsidR="005E07BA" w:rsidRDefault="005E07BA" w:rsidP="005E07BA">
      <w:pPr>
        <w:pStyle w:val="Text2-1"/>
      </w:pPr>
      <w:r w:rsidRPr="005E07BA">
        <w:rPr>
          <w:rStyle w:val="Tun"/>
        </w:rPr>
        <w:lastRenderedPageBreak/>
        <w:t>Všechny položky</w:t>
      </w:r>
      <w:r w:rsidR="000C4848">
        <w:rPr>
          <w:rStyle w:val="Tun"/>
        </w:rPr>
        <w:t xml:space="preserve"> Rekapitulace ceny Díla, stejně tak </w:t>
      </w:r>
      <w:r w:rsidR="008F2D65">
        <w:rPr>
          <w:rStyle w:val="Tun"/>
        </w:rPr>
        <w:t>Požadavk</w:t>
      </w:r>
      <w:r w:rsidR="000C4848">
        <w:rPr>
          <w:rStyle w:val="Tun"/>
        </w:rPr>
        <w:t>y</w:t>
      </w:r>
      <w:r w:rsidR="008F2D65">
        <w:rPr>
          <w:rStyle w:val="Tun"/>
        </w:rPr>
        <w:t xml:space="preserve"> na výkon a funkci</w:t>
      </w:r>
      <w:r w:rsidR="000C4848">
        <w:rPr>
          <w:rStyle w:val="Tun"/>
        </w:rPr>
        <w:t xml:space="preserve">, které zahrnují také SO 98-98 Všeobecný objekt u </w:t>
      </w:r>
      <w:r w:rsidR="008F2D65">
        <w:rPr>
          <w:rStyle w:val="Tun"/>
        </w:rPr>
        <w:t xml:space="preserve">každé </w:t>
      </w:r>
      <w:r w:rsidR="000C4848">
        <w:rPr>
          <w:rStyle w:val="Tun"/>
        </w:rPr>
        <w:t xml:space="preserve">jednotlivé stavby v případě, že se jedná o soubor staveb, </w:t>
      </w:r>
      <w:r w:rsidRPr="005E07BA">
        <w:rPr>
          <w:rStyle w:val="Tun"/>
        </w:rPr>
        <w:t>musí být v nabídce oceněny.</w:t>
      </w:r>
    </w:p>
    <w:p w14:paraId="74AEE1AF" w14:textId="77777777" w:rsidR="005E07BA" w:rsidRDefault="005E07BA" w:rsidP="001D1F8C">
      <w:pPr>
        <w:pStyle w:val="Nadpis2-1"/>
      </w:pPr>
      <w:bookmarkStart w:id="10" w:name="_Toc58914533"/>
      <w:r>
        <w:t>SROVNATELNÉ V</w:t>
      </w:r>
      <w:r w:rsidR="00277875">
        <w:t>ÝROBKY, ALTERNATIVY MATERIÁLŮ A </w:t>
      </w:r>
      <w:r>
        <w:t>PROVEDENÍ</w:t>
      </w:r>
      <w:bookmarkEnd w:id="10"/>
    </w:p>
    <w:p w14:paraId="7414F307" w14:textId="77777777" w:rsidR="005E07BA" w:rsidRDefault="005F475E" w:rsidP="001D1F8C">
      <w:pPr>
        <w:pStyle w:val="Text2-1"/>
      </w:pPr>
      <w:r>
        <w:t xml:space="preserve">Rekapitulace ceny Díla včetně Požadavků na výkon a funkci </w:t>
      </w:r>
      <w:r w:rsidR="005E07BA">
        <w:t>s</w:t>
      </w:r>
      <w:r w:rsidR="0054688C">
        <w:t xml:space="preserve"> Dodavatelem</w:t>
      </w:r>
      <w:r w:rsidR="005E07BA">
        <w:t xml:space="preserve"> vloženými jednotkovými cenami </w:t>
      </w:r>
      <w:r w:rsidR="0054688C">
        <w:t>jsou</w:t>
      </w:r>
      <w:r w:rsidR="005E07BA">
        <w:t xml:space="preserve"> považován</w:t>
      </w:r>
      <w:r w:rsidR="0054688C">
        <w:t>y</w:t>
      </w:r>
      <w:r w:rsidR="005E07BA">
        <w:t xml:space="preserve"> za plně pokrývající všechny přípustné alternativy materiálů a provedení, kterými bude </w:t>
      </w:r>
      <w:r w:rsidR="0054688C">
        <w:t>Dodavatel</w:t>
      </w:r>
      <w:r w:rsidR="005E07BA">
        <w:t xml:space="preserve"> se souhlasem </w:t>
      </w:r>
      <w:r w:rsidR="0054688C">
        <w:t>O</w:t>
      </w:r>
      <w:r w:rsidR="005E07BA">
        <w:t>bjednatele dílo realizovat.</w:t>
      </w:r>
    </w:p>
    <w:p w14:paraId="62BC4881" w14:textId="77777777" w:rsidR="005E07BA" w:rsidRDefault="005E07BA" w:rsidP="001D1F8C">
      <w:pPr>
        <w:pStyle w:val="Text2-1"/>
      </w:pPr>
      <w:r>
        <w:t xml:space="preserve">Jestliže </w:t>
      </w:r>
      <w:r w:rsidR="002F2E3A">
        <w:t>D</w:t>
      </w:r>
      <w:r>
        <w:t xml:space="preserve">odavatel nabídne srovnatelný výrobek nebo materiál namísto určeného nebo vykázaného, a tento je přijat </w:t>
      </w:r>
      <w:r w:rsidR="002F2E3A">
        <w:t>Objednatelem</w:t>
      </w:r>
      <w:r>
        <w:t xml:space="preserve"> k zabudování do Díla, potom se považují ceny v</w:t>
      </w:r>
      <w:r w:rsidR="002F2E3A">
        <w:t> Požadavcích na výkon a funkci</w:t>
      </w:r>
      <w:r>
        <w:t xml:space="preserve"> za dostatečné pro pokrytí všech nákladů souvisejících s touto změnou. V tom je zahrnuto i zpracování návrhu, opatření technických údajů, výkresů, certifikátů, očekávaného schválení, i zajištění souvisejících úprav Díla. Dodavatel současně přejímá odpovědnost za dodávku srovnatelných výrobků nebo materiálu, tj. nabídková cena musí zahrnovat požadavky na splnění všech požadavků uvedených v ZTP a VTP a koordinaci se všemi navazujícími profesemi, eventuální nutnost úpravy projektové dokumentace pro provádění stavby.</w:t>
      </w:r>
      <w:bookmarkEnd w:id="3"/>
      <w:bookmarkEnd w:id="4"/>
      <w:bookmarkEnd w:id="5"/>
      <w:bookmarkEnd w:id="6"/>
    </w:p>
    <w:sectPr w:rsidR="005E07BA" w:rsidSect="00FC7C74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3B1199" w14:textId="77777777" w:rsidR="00730BC7" w:rsidRDefault="00730BC7" w:rsidP="00962258">
      <w:pPr>
        <w:spacing w:after="0" w:line="240" w:lineRule="auto"/>
      </w:pPr>
      <w:r>
        <w:separator/>
      </w:r>
    </w:p>
  </w:endnote>
  <w:endnote w:type="continuationSeparator" w:id="0">
    <w:p w14:paraId="7FFAF4BD" w14:textId="77777777" w:rsidR="00730BC7" w:rsidRDefault="00730BC7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CF0EF4" w:rsidRPr="003462EB" w14:paraId="76EE4531" w14:textId="77777777" w:rsidTr="00C87634">
      <w:tc>
        <w:tcPr>
          <w:tcW w:w="907" w:type="dxa"/>
          <w:tcMar>
            <w:left w:w="0" w:type="dxa"/>
            <w:right w:w="0" w:type="dxa"/>
          </w:tcMar>
          <w:vAlign w:val="bottom"/>
        </w:tcPr>
        <w:p w14:paraId="0C1DC503" w14:textId="3E850BF1" w:rsidR="00CF0EF4" w:rsidRPr="00B8518B" w:rsidRDefault="00CF0EF4" w:rsidP="00C87634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97053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97053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14:paraId="6D1BBBE9" w14:textId="44273761" w:rsidR="00CF0EF4" w:rsidRPr="003E6B82" w:rsidRDefault="002270C5" w:rsidP="00C87634">
          <w:pPr>
            <w:pStyle w:val="Zpatvlevo"/>
            <w:rPr>
              <w:b/>
            </w:rPr>
          </w:pPr>
          <w:r w:rsidRPr="003E6B82">
            <w:rPr>
              <w:b/>
            </w:rPr>
            <w:fldChar w:fldCharType="begin"/>
          </w:r>
          <w:r w:rsidRPr="003E6B82">
            <w:rPr>
              <w:b/>
            </w:rPr>
            <w:instrText xml:space="preserve"> STYLEREF  _Název_akce  \* MERGEFORMAT </w:instrText>
          </w:r>
          <w:r w:rsidRPr="003E6B82">
            <w:rPr>
              <w:b/>
            </w:rPr>
            <w:fldChar w:fldCharType="separate"/>
          </w:r>
          <w:r w:rsidR="00F97053" w:rsidRPr="00F97053">
            <w:rPr>
              <w:bCs/>
              <w:noProof/>
            </w:rPr>
            <w:t>Výstavba PZS přejezdu P7880 v km 5,746 a zrušení přejezdu</w:t>
          </w:r>
          <w:r w:rsidR="00F97053">
            <w:rPr>
              <w:b/>
              <w:noProof/>
            </w:rPr>
            <w:t xml:space="preserve"> P7879 v km 5,398 na trati Kravaře ve Slezsku - Hlučín</w:t>
          </w:r>
          <w:r w:rsidRPr="003E6B82">
            <w:rPr>
              <w:b/>
              <w:bCs/>
              <w:noProof/>
            </w:rPr>
            <w:fldChar w:fldCharType="end"/>
          </w:r>
        </w:p>
        <w:p w14:paraId="5C04BFD8" w14:textId="77777777" w:rsidR="00CF0EF4" w:rsidRDefault="00CF0EF4" w:rsidP="00C87634">
          <w:pPr>
            <w:pStyle w:val="Zpatvlevo"/>
          </w:pPr>
          <w:r w:rsidRPr="003462EB">
            <w:t>Technická specifikace</w:t>
          </w:r>
        </w:p>
        <w:p w14:paraId="3D40B861" w14:textId="77777777" w:rsidR="00CF0EF4" w:rsidRPr="003462EB" w:rsidRDefault="00CF0EF4" w:rsidP="00C87634">
          <w:pPr>
            <w:pStyle w:val="Zpatvlevo"/>
          </w:pPr>
          <w:r>
            <w:t>Zvláštní</w:t>
          </w:r>
          <w:r w:rsidRPr="003462EB">
            <w:t xml:space="preserve"> technické podmínky</w:t>
          </w:r>
          <w:r>
            <w:t xml:space="preserve"> - </w:t>
          </w:r>
          <w:r w:rsidRPr="003462EB">
            <w:t>Zhotovení stavby</w:t>
          </w:r>
        </w:p>
      </w:tc>
    </w:tr>
  </w:tbl>
  <w:p w14:paraId="2DE14E7B" w14:textId="77777777" w:rsidR="00FC7C74" w:rsidRPr="00CF0EF4" w:rsidRDefault="00FC7C74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CF0EF4" w:rsidRPr="009E09BE" w14:paraId="3B60A593" w14:textId="77777777" w:rsidTr="00C87634">
      <w:tc>
        <w:tcPr>
          <w:tcW w:w="0" w:type="auto"/>
          <w:tcMar>
            <w:left w:w="0" w:type="dxa"/>
            <w:right w:w="0" w:type="dxa"/>
          </w:tcMar>
          <w:vAlign w:val="bottom"/>
        </w:tcPr>
        <w:p w14:paraId="25B92E3D" w14:textId="06A399B7" w:rsidR="00CF0EF4" w:rsidRPr="003E6B82" w:rsidRDefault="002270C5" w:rsidP="00C87634">
          <w:pPr>
            <w:pStyle w:val="Zpatvpravo"/>
            <w:rPr>
              <w:b/>
            </w:rPr>
          </w:pPr>
          <w:r w:rsidRPr="003E6B82">
            <w:rPr>
              <w:b/>
            </w:rPr>
            <w:fldChar w:fldCharType="begin"/>
          </w:r>
          <w:r w:rsidRPr="003E6B82">
            <w:rPr>
              <w:b/>
            </w:rPr>
            <w:instrText xml:space="preserve"> STYLEREF  _Název_akce  \* MERGEFORMAT </w:instrText>
          </w:r>
          <w:r w:rsidRPr="003E6B82">
            <w:rPr>
              <w:b/>
            </w:rPr>
            <w:fldChar w:fldCharType="separate"/>
          </w:r>
          <w:r w:rsidR="00F97053" w:rsidRPr="00F97053">
            <w:rPr>
              <w:bCs/>
              <w:noProof/>
            </w:rPr>
            <w:t>Výstavba PZS přejezdu P7880 v km 5,746 a zrušení přejezdu</w:t>
          </w:r>
          <w:r w:rsidR="00F97053">
            <w:rPr>
              <w:b/>
              <w:noProof/>
            </w:rPr>
            <w:t xml:space="preserve"> P7879 v km 5,398 na trati Kravaře ve Slezsku - Hlučín</w:t>
          </w:r>
          <w:r w:rsidRPr="003E6B82">
            <w:rPr>
              <w:b/>
              <w:bCs/>
              <w:noProof/>
            </w:rPr>
            <w:fldChar w:fldCharType="end"/>
          </w:r>
        </w:p>
        <w:p w14:paraId="4C2F92BB" w14:textId="77777777" w:rsidR="00CF0EF4" w:rsidRDefault="00CF0EF4" w:rsidP="00C87634">
          <w:pPr>
            <w:pStyle w:val="Zpatvpravo"/>
          </w:pPr>
          <w:r w:rsidRPr="003462EB">
            <w:t>Technická specifikace</w:t>
          </w:r>
        </w:p>
        <w:p w14:paraId="581CEF17" w14:textId="77777777" w:rsidR="00CF0EF4" w:rsidRPr="003462EB" w:rsidRDefault="00CF0EF4" w:rsidP="00C87634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 xml:space="preserve">Zvláštní </w:t>
          </w:r>
          <w:r w:rsidRPr="003462EB">
            <w:t>technické podmínky</w:t>
          </w:r>
          <w:r>
            <w:t xml:space="preserve"> - Zhotovení stavby</w:t>
          </w:r>
        </w:p>
      </w:tc>
      <w:tc>
        <w:tcPr>
          <w:tcW w:w="907" w:type="dxa"/>
          <w:vAlign w:val="bottom"/>
        </w:tcPr>
        <w:p w14:paraId="690D396B" w14:textId="7FDCCE5F" w:rsidR="00CF0EF4" w:rsidRPr="009E09BE" w:rsidRDefault="00CF0EF4" w:rsidP="00C87634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97053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97053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</w:tr>
  </w:tbl>
  <w:p w14:paraId="05BCBADE" w14:textId="77777777" w:rsidR="0076790E" w:rsidRPr="00B8518B" w:rsidRDefault="0076790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45ED60" w14:textId="77777777" w:rsidR="00CF0EF4" w:rsidRPr="00B8518B" w:rsidRDefault="00CF0EF4" w:rsidP="00CF0EF4">
    <w:pPr>
      <w:pStyle w:val="Zpat"/>
      <w:rPr>
        <w:sz w:val="2"/>
        <w:szCs w:val="2"/>
      </w:rPr>
    </w:pPr>
  </w:p>
  <w:p w14:paraId="14B03CEA" w14:textId="77777777" w:rsidR="00CF0EF4" w:rsidRPr="00A616BE" w:rsidRDefault="00CF0EF4" w:rsidP="00CF0EF4">
    <w:pPr>
      <w:pStyle w:val="Zpat"/>
      <w:rPr>
        <w:rFonts w:cs="Calibri"/>
        <w:sz w:val="12"/>
        <w:szCs w:val="12"/>
      </w:rPr>
    </w:pPr>
  </w:p>
  <w:p w14:paraId="481DA9F6" w14:textId="77777777" w:rsidR="00CF0EF4" w:rsidRPr="00A616BE" w:rsidRDefault="00CF0EF4" w:rsidP="00CF0EF4">
    <w:pPr>
      <w:pStyle w:val="Zpat"/>
      <w:rPr>
        <w:rFonts w:cs="Calibri"/>
        <w:sz w:val="12"/>
        <w:szCs w:val="12"/>
      </w:rPr>
    </w:pPr>
  </w:p>
  <w:p w14:paraId="350E0AC0" w14:textId="77777777" w:rsidR="00CF0EF4" w:rsidRPr="00460660" w:rsidRDefault="00CF0EF4" w:rsidP="00CF0EF4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25162F" w14:textId="77777777" w:rsidR="00730BC7" w:rsidRDefault="00730BC7" w:rsidP="00962258">
      <w:pPr>
        <w:spacing w:after="0" w:line="240" w:lineRule="auto"/>
      </w:pPr>
      <w:r>
        <w:separator/>
      </w:r>
    </w:p>
  </w:footnote>
  <w:footnote w:type="continuationSeparator" w:id="0">
    <w:p w14:paraId="127C00C4" w14:textId="77777777" w:rsidR="00730BC7" w:rsidRDefault="00730BC7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76790E" w14:paraId="5DBB9A87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3A09E6E4" w14:textId="77777777" w:rsidR="0076790E" w:rsidRPr="00B8518B" w:rsidRDefault="0076790E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8EB9524" w14:textId="77777777" w:rsidR="0076790E" w:rsidRDefault="0076790E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0C55786" w14:textId="77777777" w:rsidR="0076790E" w:rsidRPr="00D6163D" w:rsidRDefault="0076790E" w:rsidP="00D6163D">
          <w:pPr>
            <w:pStyle w:val="Druhdokumentu"/>
          </w:pPr>
        </w:p>
      </w:tc>
    </w:tr>
  </w:tbl>
  <w:p w14:paraId="012407C9" w14:textId="77777777" w:rsidR="0076790E" w:rsidRPr="00D6163D" w:rsidRDefault="0076790E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76790E" w14:paraId="3F129598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6ABE57AA" w14:textId="77777777"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336078D" w14:textId="77777777" w:rsidR="0076790E" w:rsidRDefault="00A616BE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3600" behindDoc="0" locked="1" layoutInCell="1" allowOverlap="1" wp14:anchorId="20B73165" wp14:editId="2EEEA3FE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6ACC6A30" w14:textId="77777777" w:rsidR="0076790E" w:rsidRPr="00D6163D" w:rsidRDefault="0076790E" w:rsidP="00FC6389">
          <w:pPr>
            <w:pStyle w:val="Druhdokumentu"/>
          </w:pPr>
        </w:p>
      </w:tc>
    </w:tr>
    <w:tr w:rsidR="0076790E" w14:paraId="70073906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701C042" w14:textId="77777777"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9398E3A" w14:textId="77777777" w:rsidR="0076790E" w:rsidRDefault="0076790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20121047" w14:textId="77777777" w:rsidR="0076790E" w:rsidRPr="00D6163D" w:rsidRDefault="0076790E" w:rsidP="00FC6389">
          <w:pPr>
            <w:pStyle w:val="Druhdokumentu"/>
          </w:pPr>
        </w:p>
      </w:tc>
    </w:tr>
  </w:tbl>
  <w:p w14:paraId="60239516" w14:textId="77777777" w:rsidR="0076790E" w:rsidRPr="00D6163D" w:rsidRDefault="0076790E" w:rsidP="00FC6389">
    <w:pPr>
      <w:pStyle w:val="Zhlav"/>
      <w:rPr>
        <w:sz w:val="8"/>
        <w:szCs w:val="8"/>
      </w:rPr>
    </w:pPr>
  </w:p>
  <w:p w14:paraId="501B5B36" w14:textId="77777777" w:rsidR="0076790E" w:rsidRPr="00460660" w:rsidRDefault="0076790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D5D30"/>
    <w:multiLevelType w:val="multilevel"/>
    <w:tmpl w:val="666CC046"/>
    <w:lvl w:ilvl="0">
      <w:start w:val="1"/>
      <w:numFmt w:val="decimal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bullet"/>
      <w:lvlText w:val=""/>
      <w:lvlJc w:val="left"/>
      <w:pPr>
        <w:tabs>
          <w:tab w:val="num" w:pos="1701"/>
        </w:tabs>
        <w:ind w:left="1701" w:hanging="964"/>
      </w:pPr>
      <w:rPr>
        <w:rFonts w:ascii="Wingdings" w:hAnsi="Wingdings"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1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6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67E622F5"/>
    <w:multiLevelType w:val="hybridMultilevel"/>
    <w:tmpl w:val="7616BB16"/>
    <w:lvl w:ilvl="0" w:tplc="FFD08AFC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4070991"/>
    <w:multiLevelType w:val="multilevel"/>
    <w:tmpl w:val="CABE99FC"/>
    <w:numStyleLink w:val="ListNumbermultilevel"/>
  </w:abstractNum>
  <w:abstractNum w:abstractNumId="10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9"/>
  </w:num>
  <w:num w:numId="4">
    <w:abstractNumId w:val="5"/>
  </w:num>
  <w:num w:numId="5">
    <w:abstractNumId w:val="11"/>
  </w:num>
  <w:num w:numId="6">
    <w:abstractNumId w:val="6"/>
  </w:num>
  <w:num w:numId="7">
    <w:abstractNumId w:val="7"/>
  </w:num>
  <w:num w:numId="8">
    <w:abstractNumId w:val="8"/>
  </w:num>
  <w:num w:numId="9">
    <w:abstractNumId w:val="1"/>
  </w:num>
  <w:num w:numId="10">
    <w:abstractNumId w:val="3"/>
  </w:num>
  <w:num w:numId="11">
    <w:abstractNumId w:val="10"/>
  </w:num>
  <w:num w:numId="12">
    <w:abstractNumId w:val="0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0D97"/>
    <w:rsid w:val="000008ED"/>
    <w:rsid w:val="00017F3C"/>
    <w:rsid w:val="000373DC"/>
    <w:rsid w:val="00041EC8"/>
    <w:rsid w:val="0006465A"/>
    <w:rsid w:val="0006588D"/>
    <w:rsid w:val="00067A5E"/>
    <w:rsid w:val="00071521"/>
    <w:rsid w:val="000719BB"/>
    <w:rsid w:val="00072A65"/>
    <w:rsid w:val="00072C1E"/>
    <w:rsid w:val="000A64D0"/>
    <w:rsid w:val="000B4EB8"/>
    <w:rsid w:val="000C32D6"/>
    <w:rsid w:val="000C39AD"/>
    <w:rsid w:val="000C41F2"/>
    <w:rsid w:val="000C4848"/>
    <w:rsid w:val="000C5D34"/>
    <w:rsid w:val="000D22C4"/>
    <w:rsid w:val="000D27D1"/>
    <w:rsid w:val="000D5A23"/>
    <w:rsid w:val="000E1A7F"/>
    <w:rsid w:val="00112864"/>
    <w:rsid w:val="00114472"/>
    <w:rsid w:val="00114988"/>
    <w:rsid w:val="00115069"/>
    <w:rsid w:val="001150F2"/>
    <w:rsid w:val="0014647F"/>
    <w:rsid w:val="00146BCB"/>
    <w:rsid w:val="0015027B"/>
    <w:rsid w:val="001656A2"/>
    <w:rsid w:val="00170EC5"/>
    <w:rsid w:val="001747C1"/>
    <w:rsid w:val="00177D6B"/>
    <w:rsid w:val="00191F90"/>
    <w:rsid w:val="00196C40"/>
    <w:rsid w:val="001B127D"/>
    <w:rsid w:val="001B4E74"/>
    <w:rsid w:val="001B7668"/>
    <w:rsid w:val="001C482B"/>
    <w:rsid w:val="001C645F"/>
    <w:rsid w:val="001D17AC"/>
    <w:rsid w:val="001D1F8C"/>
    <w:rsid w:val="001E008E"/>
    <w:rsid w:val="001E678E"/>
    <w:rsid w:val="001F76D6"/>
    <w:rsid w:val="002071BB"/>
    <w:rsid w:val="00207DF5"/>
    <w:rsid w:val="00222434"/>
    <w:rsid w:val="002270C5"/>
    <w:rsid w:val="00240B81"/>
    <w:rsid w:val="00240E69"/>
    <w:rsid w:val="00247D01"/>
    <w:rsid w:val="0025030F"/>
    <w:rsid w:val="00256B5B"/>
    <w:rsid w:val="00261A5B"/>
    <w:rsid w:val="00262E5B"/>
    <w:rsid w:val="0026691C"/>
    <w:rsid w:val="00276AFE"/>
    <w:rsid w:val="00277875"/>
    <w:rsid w:val="002A1540"/>
    <w:rsid w:val="002A3B57"/>
    <w:rsid w:val="002B6B58"/>
    <w:rsid w:val="002C31BF"/>
    <w:rsid w:val="002D362D"/>
    <w:rsid w:val="002D7FD6"/>
    <w:rsid w:val="002E0CD7"/>
    <w:rsid w:val="002E0CFB"/>
    <w:rsid w:val="002E5C7B"/>
    <w:rsid w:val="002F2E3A"/>
    <w:rsid w:val="002F4333"/>
    <w:rsid w:val="002F7330"/>
    <w:rsid w:val="003229ED"/>
    <w:rsid w:val="00327EEF"/>
    <w:rsid w:val="0033239F"/>
    <w:rsid w:val="00334918"/>
    <w:rsid w:val="003368B2"/>
    <w:rsid w:val="0034274B"/>
    <w:rsid w:val="0034719F"/>
    <w:rsid w:val="00350A35"/>
    <w:rsid w:val="003571D8"/>
    <w:rsid w:val="00357BC6"/>
    <w:rsid w:val="00361422"/>
    <w:rsid w:val="0037545D"/>
    <w:rsid w:val="00386FF1"/>
    <w:rsid w:val="00392EB6"/>
    <w:rsid w:val="003956C6"/>
    <w:rsid w:val="003C33F2"/>
    <w:rsid w:val="003C76F7"/>
    <w:rsid w:val="003D756E"/>
    <w:rsid w:val="003E420D"/>
    <w:rsid w:val="003E4C13"/>
    <w:rsid w:val="003E6B82"/>
    <w:rsid w:val="003F5EFA"/>
    <w:rsid w:val="004078F3"/>
    <w:rsid w:val="00427794"/>
    <w:rsid w:val="00450F07"/>
    <w:rsid w:val="00453CD3"/>
    <w:rsid w:val="00460660"/>
    <w:rsid w:val="00464BA9"/>
    <w:rsid w:val="0047076E"/>
    <w:rsid w:val="0048144D"/>
    <w:rsid w:val="00483969"/>
    <w:rsid w:val="00486107"/>
    <w:rsid w:val="00491827"/>
    <w:rsid w:val="004B0DFE"/>
    <w:rsid w:val="004C4399"/>
    <w:rsid w:val="004C7451"/>
    <w:rsid w:val="004C787C"/>
    <w:rsid w:val="004E7A1F"/>
    <w:rsid w:val="004F4B9B"/>
    <w:rsid w:val="0050666E"/>
    <w:rsid w:val="00511AB9"/>
    <w:rsid w:val="00521419"/>
    <w:rsid w:val="005216D2"/>
    <w:rsid w:val="00523BB5"/>
    <w:rsid w:val="00523EA7"/>
    <w:rsid w:val="005406EB"/>
    <w:rsid w:val="0054688C"/>
    <w:rsid w:val="00553375"/>
    <w:rsid w:val="00555884"/>
    <w:rsid w:val="005736B7"/>
    <w:rsid w:val="00575E5A"/>
    <w:rsid w:val="00580245"/>
    <w:rsid w:val="00583FF5"/>
    <w:rsid w:val="00586049"/>
    <w:rsid w:val="005A1F44"/>
    <w:rsid w:val="005B76D4"/>
    <w:rsid w:val="005D3C39"/>
    <w:rsid w:val="005E07BA"/>
    <w:rsid w:val="005E11E9"/>
    <w:rsid w:val="005F475E"/>
    <w:rsid w:val="00601A8C"/>
    <w:rsid w:val="0061068E"/>
    <w:rsid w:val="006115D3"/>
    <w:rsid w:val="00617C5D"/>
    <w:rsid w:val="006547CA"/>
    <w:rsid w:val="00655976"/>
    <w:rsid w:val="0065610E"/>
    <w:rsid w:val="00660AD3"/>
    <w:rsid w:val="006776B6"/>
    <w:rsid w:val="00693150"/>
    <w:rsid w:val="006A5570"/>
    <w:rsid w:val="006A689C"/>
    <w:rsid w:val="006B3D79"/>
    <w:rsid w:val="006B6FE4"/>
    <w:rsid w:val="006C2343"/>
    <w:rsid w:val="006C31D3"/>
    <w:rsid w:val="006C442A"/>
    <w:rsid w:val="006E0578"/>
    <w:rsid w:val="006E314D"/>
    <w:rsid w:val="00710723"/>
    <w:rsid w:val="007107C4"/>
    <w:rsid w:val="00721EBF"/>
    <w:rsid w:val="00723ED1"/>
    <w:rsid w:val="00730BC7"/>
    <w:rsid w:val="00740AF5"/>
    <w:rsid w:val="00743525"/>
    <w:rsid w:val="00745555"/>
    <w:rsid w:val="0074675C"/>
    <w:rsid w:val="007541A2"/>
    <w:rsid w:val="00755818"/>
    <w:rsid w:val="0076286B"/>
    <w:rsid w:val="00766846"/>
    <w:rsid w:val="0076790E"/>
    <w:rsid w:val="00770D97"/>
    <w:rsid w:val="0077673A"/>
    <w:rsid w:val="007846E1"/>
    <w:rsid w:val="007847D6"/>
    <w:rsid w:val="007A5172"/>
    <w:rsid w:val="007A67A0"/>
    <w:rsid w:val="007B570C"/>
    <w:rsid w:val="007E4A6E"/>
    <w:rsid w:val="007F56A7"/>
    <w:rsid w:val="00800851"/>
    <w:rsid w:val="008074E9"/>
    <w:rsid w:val="00807DD0"/>
    <w:rsid w:val="00810E5C"/>
    <w:rsid w:val="00816930"/>
    <w:rsid w:val="00821D01"/>
    <w:rsid w:val="00825984"/>
    <w:rsid w:val="00826B7B"/>
    <w:rsid w:val="00834146"/>
    <w:rsid w:val="00846789"/>
    <w:rsid w:val="00887F36"/>
    <w:rsid w:val="0089672D"/>
    <w:rsid w:val="008A3568"/>
    <w:rsid w:val="008A7064"/>
    <w:rsid w:val="008C50F3"/>
    <w:rsid w:val="008C7EFE"/>
    <w:rsid w:val="008D03B9"/>
    <w:rsid w:val="008D30C7"/>
    <w:rsid w:val="008E24A8"/>
    <w:rsid w:val="008F18D6"/>
    <w:rsid w:val="008F2C9B"/>
    <w:rsid w:val="008F2D65"/>
    <w:rsid w:val="008F797B"/>
    <w:rsid w:val="00904780"/>
    <w:rsid w:val="00904F2A"/>
    <w:rsid w:val="0090635B"/>
    <w:rsid w:val="00922385"/>
    <w:rsid w:val="009223DF"/>
    <w:rsid w:val="00936091"/>
    <w:rsid w:val="00940D8A"/>
    <w:rsid w:val="00962258"/>
    <w:rsid w:val="009678B7"/>
    <w:rsid w:val="00992D9C"/>
    <w:rsid w:val="009933B5"/>
    <w:rsid w:val="00996CB8"/>
    <w:rsid w:val="00996D77"/>
    <w:rsid w:val="009A1080"/>
    <w:rsid w:val="009B2E97"/>
    <w:rsid w:val="009B5146"/>
    <w:rsid w:val="009C418E"/>
    <w:rsid w:val="009C442C"/>
    <w:rsid w:val="009D264C"/>
    <w:rsid w:val="009D2FC5"/>
    <w:rsid w:val="009E07F4"/>
    <w:rsid w:val="009F0603"/>
    <w:rsid w:val="009F309B"/>
    <w:rsid w:val="009F392E"/>
    <w:rsid w:val="009F48B9"/>
    <w:rsid w:val="009F53C5"/>
    <w:rsid w:val="00A01A97"/>
    <w:rsid w:val="00A0740E"/>
    <w:rsid w:val="00A21496"/>
    <w:rsid w:val="00A308AF"/>
    <w:rsid w:val="00A4050F"/>
    <w:rsid w:val="00A50641"/>
    <w:rsid w:val="00A530BF"/>
    <w:rsid w:val="00A616BE"/>
    <w:rsid w:val="00A6177B"/>
    <w:rsid w:val="00A66136"/>
    <w:rsid w:val="00A6753E"/>
    <w:rsid w:val="00A71189"/>
    <w:rsid w:val="00A7364A"/>
    <w:rsid w:val="00A74DCC"/>
    <w:rsid w:val="00A753ED"/>
    <w:rsid w:val="00A77512"/>
    <w:rsid w:val="00A841B9"/>
    <w:rsid w:val="00A94C2F"/>
    <w:rsid w:val="00AA4CBB"/>
    <w:rsid w:val="00AA65FA"/>
    <w:rsid w:val="00AA7351"/>
    <w:rsid w:val="00AB33B3"/>
    <w:rsid w:val="00AB6C0C"/>
    <w:rsid w:val="00AD056F"/>
    <w:rsid w:val="00AD0C7B"/>
    <w:rsid w:val="00AD2DB8"/>
    <w:rsid w:val="00AD5F1A"/>
    <w:rsid w:val="00AD6731"/>
    <w:rsid w:val="00AF148E"/>
    <w:rsid w:val="00B008D5"/>
    <w:rsid w:val="00B02F73"/>
    <w:rsid w:val="00B0619F"/>
    <w:rsid w:val="00B101FD"/>
    <w:rsid w:val="00B13A26"/>
    <w:rsid w:val="00B15D0D"/>
    <w:rsid w:val="00B22106"/>
    <w:rsid w:val="00B2233D"/>
    <w:rsid w:val="00B5431A"/>
    <w:rsid w:val="00B7049C"/>
    <w:rsid w:val="00B75EE1"/>
    <w:rsid w:val="00B77481"/>
    <w:rsid w:val="00B80DA2"/>
    <w:rsid w:val="00B832BA"/>
    <w:rsid w:val="00B8518B"/>
    <w:rsid w:val="00B97CC3"/>
    <w:rsid w:val="00BC06B4"/>
    <w:rsid w:val="00BC06C4"/>
    <w:rsid w:val="00BC38B5"/>
    <w:rsid w:val="00BC629C"/>
    <w:rsid w:val="00BD7E91"/>
    <w:rsid w:val="00BD7F0D"/>
    <w:rsid w:val="00C02D0A"/>
    <w:rsid w:val="00C03A6E"/>
    <w:rsid w:val="00C15212"/>
    <w:rsid w:val="00C226C0"/>
    <w:rsid w:val="00C24A6A"/>
    <w:rsid w:val="00C30537"/>
    <w:rsid w:val="00C42FE6"/>
    <w:rsid w:val="00C44F6A"/>
    <w:rsid w:val="00C455D8"/>
    <w:rsid w:val="00C6198E"/>
    <w:rsid w:val="00C708EA"/>
    <w:rsid w:val="00C778A5"/>
    <w:rsid w:val="00C86EDA"/>
    <w:rsid w:val="00C90F19"/>
    <w:rsid w:val="00C95162"/>
    <w:rsid w:val="00C971DF"/>
    <w:rsid w:val="00CB6A37"/>
    <w:rsid w:val="00CB7684"/>
    <w:rsid w:val="00CC7C8F"/>
    <w:rsid w:val="00CD039F"/>
    <w:rsid w:val="00CD1FC4"/>
    <w:rsid w:val="00CF0EF4"/>
    <w:rsid w:val="00D01996"/>
    <w:rsid w:val="00D034A0"/>
    <w:rsid w:val="00D20741"/>
    <w:rsid w:val="00D21061"/>
    <w:rsid w:val="00D322B7"/>
    <w:rsid w:val="00D3340A"/>
    <w:rsid w:val="00D3343B"/>
    <w:rsid w:val="00D4108E"/>
    <w:rsid w:val="00D6163D"/>
    <w:rsid w:val="00D831A3"/>
    <w:rsid w:val="00D92C34"/>
    <w:rsid w:val="00D97BE3"/>
    <w:rsid w:val="00DA3711"/>
    <w:rsid w:val="00DD46F3"/>
    <w:rsid w:val="00DE369C"/>
    <w:rsid w:val="00DE51A5"/>
    <w:rsid w:val="00DE56F2"/>
    <w:rsid w:val="00DF116D"/>
    <w:rsid w:val="00DF4DDD"/>
    <w:rsid w:val="00E16FF7"/>
    <w:rsid w:val="00E1732F"/>
    <w:rsid w:val="00E26D68"/>
    <w:rsid w:val="00E44045"/>
    <w:rsid w:val="00E618C4"/>
    <w:rsid w:val="00E7218A"/>
    <w:rsid w:val="00E84C3A"/>
    <w:rsid w:val="00E878EE"/>
    <w:rsid w:val="00E95ECF"/>
    <w:rsid w:val="00EA6EC7"/>
    <w:rsid w:val="00EB104F"/>
    <w:rsid w:val="00EB46E5"/>
    <w:rsid w:val="00EC5C81"/>
    <w:rsid w:val="00ED0703"/>
    <w:rsid w:val="00ED14BD"/>
    <w:rsid w:val="00EF70AD"/>
    <w:rsid w:val="00F016C7"/>
    <w:rsid w:val="00F12DEC"/>
    <w:rsid w:val="00F148AF"/>
    <w:rsid w:val="00F1715C"/>
    <w:rsid w:val="00F17F49"/>
    <w:rsid w:val="00F24034"/>
    <w:rsid w:val="00F310F8"/>
    <w:rsid w:val="00F35939"/>
    <w:rsid w:val="00F45607"/>
    <w:rsid w:val="00F4722B"/>
    <w:rsid w:val="00F54432"/>
    <w:rsid w:val="00F566A1"/>
    <w:rsid w:val="00F659EB"/>
    <w:rsid w:val="00F86BA6"/>
    <w:rsid w:val="00F8788B"/>
    <w:rsid w:val="00F9234A"/>
    <w:rsid w:val="00F97053"/>
    <w:rsid w:val="00FB5DD9"/>
    <w:rsid w:val="00FB5DE8"/>
    <w:rsid w:val="00FB6342"/>
    <w:rsid w:val="00FC5E5E"/>
    <w:rsid w:val="00FC6389"/>
    <w:rsid w:val="00FC7C74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2EC4F56F"/>
  <w14:defaultImageDpi w14:val="32767"/>
  <w15:docId w15:val="{819D78CF-62F8-4B86-86C0-A57FE7C308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616BE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A616BE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616BE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616BE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16BE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16BE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A616BE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616BE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A616BE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A616BE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A616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616BE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A616BE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A616BE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A616BE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A616BE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A616BE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A616BE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A616BE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A616BE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A616BE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16BE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A616BE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616BE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A616BE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16BE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16BE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16BE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A616BE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A616BE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BC06B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A616BE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next w:val="Nadpis2-2"/>
    <w:link w:val="Nadpis2-1Char"/>
    <w:qFormat/>
    <w:rsid w:val="00A616BE"/>
    <w:pPr>
      <w:keepNext/>
      <w:numPr>
        <w:numId w:val="10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A616BE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A616BE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A616BE"/>
    <w:pPr>
      <w:numPr>
        <w:ilvl w:val="2"/>
        <w:numId w:val="10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A616BE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A616BE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A616BE"/>
    <w:rPr>
      <w:rFonts w:ascii="Verdana" w:hAnsi="Verdana"/>
    </w:rPr>
  </w:style>
  <w:style w:type="paragraph" w:customStyle="1" w:styleId="Titul2">
    <w:name w:val="_Titul_2"/>
    <w:basedOn w:val="Normln"/>
    <w:qFormat/>
    <w:rsid w:val="00A616BE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A616BE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A616BE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A616BE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A616BE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A616BE"/>
    <w:pPr>
      <w:numPr>
        <w:ilvl w:val="1"/>
        <w:numId w:val="9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A616BE"/>
    <w:pPr>
      <w:keepNext/>
      <w:numPr>
        <w:numId w:val="9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A616BE"/>
    <w:pPr>
      <w:numPr>
        <w:numId w:val="6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A616BE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A616BE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A616BE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A616BE"/>
    <w:rPr>
      <w:rFonts w:ascii="Verdana" w:hAnsi="Verdana"/>
    </w:rPr>
  </w:style>
  <w:style w:type="paragraph" w:customStyle="1" w:styleId="Odrka1-2-">
    <w:name w:val="_Odrážka_1-2_-"/>
    <w:basedOn w:val="Odrka1-1"/>
    <w:qFormat/>
    <w:rsid w:val="00A616BE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A616BE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A616BE"/>
    <w:pPr>
      <w:numPr>
        <w:numId w:val="7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A616BE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A616BE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A616BE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0">
    <w:name w:val="_Zápatí"/>
    <w:basedOn w:val="Zpat"/>
    <w:qFormat/>
    <w:rsid w:val="00BC06B4"/>
    <w:pPr>
      <w:jc w:val="right"/>
    </w:pPr>
  </w:style>
  <w:style w:type="character" w:customStyle="1" w:styleId="Tun">
    <w:name w:val="_Tučně"/>
    <w:basedOn w:val="Standardnpsmoodstavce"/>
    <w:qFormat/>
    <w:rsid w:val="00A616BE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A616BE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A616BE"/>
    <w:rPr>
      <w:rFonts w:ascii="Verdana" w:hAnsi="Verdana"/>
    </w:rPr>
  </w:style>
  <w:style w:type="paragraph" w:customStyle="1" w:styleId="Zkratky1">
    <w:name w:val="_Zkratky_1"/>
    <w:basedOn w:val="Normln"/>
    <w:qFormat/>
    <w:rsid w:val="00A616BE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A616BE"/>
    <w:pPr>
      <w:numPr>
        <w:numId w:val="8"/>
      </w:numPr>
      <w:spacing w:after="60" w:line="264" w:lineRule="auto"/>
      <w:jc w:val="both"/>
    </w:pPr>
    <w:rPr>
      <w:sz w:val="16"/>
      <w:szCs w:val="18"/>
    </w:rPr>
  </w:style>
  <w:style w:type="paragraph" w:customStyle="1" w:styleId="TPSeznam1slovan">
    <w:name w:val="TP_Seznam_[1]_číslovaný"/>
    <w:basedOn w:val="Normln"/>
    <w:rsid w:val="00E44045"/>
    <w:pPr>
      <w:numPr>
        <w:numId w:val="5"/>
      </w:numPr>
    </w:pPr>
  </w:style>
  <w:style w:type="paragraph" w:customStyle="1" w:styleId="Zkratky2">
    <w:name w:val="_Zkratky_2"/>
    <w:basedOn w:val="Normln"/>
    <w:qFormat/>
    <w:rsid w:val="00A616BE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A616BE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A616BE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A616BE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abulka">
    <w:name w:val="_Tabulka"/>
    <w:basedOn w:val="Textbezodsazen"/>
    <w:qFormat/>
    <w:rsid w:val="00A616BE"/>
    <w:pPr>
      <w:spacing w:before="40" w:after="40" w:line="240" w:lineRule="auto"/>
      <w:jc w:val="left"/>
    </w:pPr>
  </w:style>
  <w:style w:type="character" w:customStyle="1" w:styleId="TextbezslovnChar">
    <w:name w:val="_Text_bez_číslování Char"/>
    <w:basedOn w:val="Standardnpsmoodstavce"/>
    <w:link w:val="Textbezslovn"/>
    <w:rsid w:val="00A616BE"/>
    <w:rPr>
      <w:rFonts w:ascii="Verdana" w:hAnsi="Verdana"/>
    </w:rPr>
  </w:style>
  <w:style w:type="paragraph" w:customStyle="1" w:styleId="Textbezodsazen">
    <w:name w:val="_Text_bez_odsazení"/>
    <w:basedOn w:val="Normln"/>
    <w:link w:val="TextbezodsazenChar"/>
    <w:qFormat/>
    <w:rsid w:val="00A616BE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A616BE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A616BE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A616BE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A616BE"/>
    <w:pPr>
      <w:numPr>
        <w:numId w:val="11"/>
      </w:numPr>
    </w:pPr>
  </w:style>
  <w:style w:type="character" w:customStyle="1" w:styleId="ZTPinfo-text-odrChar">
    <w:name w:val="_ZTP_info-text-odr Char"/>
    <w:basedOn w:val="ZTPinfo-textChar"/>
    <w:link w:val="ZTPinfo-text-odr"/>
    <w:rsid w:val="00A616BE"/>
    <w:rPr>
      <w:rFonts w:ascii="Verdana" w:hAnsi="Verdana"/>
      <w:i/>
      <w:color w:val="00A1E0"/>
    </w:rPr>
  </w:style>
  <w:style w:type="character" w:customStyle="1" w:styleId="Nzevakce">
    <w:name w:val="_Název_akce"/>
    <w:basedOn w:val="Standardnpsmoodstavce"/>
    <w:qFormat/>
    <w:rsid w:val="00A616BE"/>
    <w:rPr>
      <w:rFonts w:ascii="Verdana" w:hAnsi="Verdana"/>
      <w:b/>
      <w:sz w:val="36"/>
    </w:rPr>
  </w:style>
  <w:style w:type="paragraph" w:customStyle="1" w:styleId="Odrka1-4">
    <w:name w:val="_Odrážka_1-4_•"/>
    <w:basedOn w:val="Odrka1-1"/>
    <w:qFormat/>
    <w:rsid w:val="00A616BE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A616BE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A616BE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A616BE"/>
    <w:rPr>
      <w:rFonts w:ascii="Verdana" w:hAnsi="Verdana"/>
    </w:rPr>
  </w:style>
  <w:style w:type="paragraph" w:customStyle="1" w:styleId="Zpatvpravo">
    <w:name w:val="_Zápatí_vpravo"/>
    <w:basedOn w:val="Zpat"/>
    <w:qFormat/>
    <w:rsid w:val="00A616BE"/>
    <w:pPr>
      <w:jc w:val="right"/>
    </w:pPr>
    <w:rPr>
      <w:sz w:val="12"/>
      <w:szCs w:val="18"/>
    </w:rPr>
  </w:style>
  <w:style w:type="paragraph" w:customStyle="1" w:styleId="Zpatvlevo">
    <w:name w:val="_Zápatí_vlevo"/>
    <w:basedOn w:val="Zpatvpravo"/>
    <w:qFormat/>
    <w:rsid w:val="00A616BE"/>
    <w:pPr>
      <w:jc w:val="left"/>
    </w:pPr>
  </w:style>
  <w:style w:type="character" w:customStyle="1" w:styleId="Znaka">
    <w:name w:val="_Značka"/>
    <w:basedOn w:val="Standardnpsmoodstavce"/>
    <w:rsid w:val="00A616BE"/>
    <w:rPr>
      <w:rFonts w:ascii="Verdana" w:hAnsi="Verdana"/>
      <w:b/>
      <w:sz w:val="36"/>
    </w:rPr>
  </w:style>
  <w:style w:type="paragraph" w:customStyle="1" w:styleId="ZTPinfo-text-odr0">
    <w:name w:val="_ZTP_info-text-odr_•"/>
    <w:basedOn w:val="ZTPinfo-text-odr"/>
    <w:link w:val="ZTPinfo-text-odrChar0"/>
    <w:qFormat/>
    <w:rsid w:val="00A616BE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A616BE"/>
    <w:rPr>
      <w:rFonts w:ascii="Verdana" w:hAnsi="Verdana"/>
      <w:i/>
      <w:color w:val="00A1E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463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26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!Dokumenty\!Pracovni\!Schvalovani_kontrola\SR_p&#345;ejezdy_2020\KSP_R(R-F)_VZOR_201106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615711D41B474129AE7EE596BC6CBC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088F80-D4A1-4053-BDED-DB9478FBBBE9}"/>
      </w:docPartPr>
      <w:docPartBody>
        <w:p w:rsidR="00C56E21" w:rsidRDefault="009C5CCD">
          <w:pPr>
            <w:pStyle w:val="615711D41B474129AE7EE596BC6CBC26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5CCD"/>
    <w:rsid w:val="00730B76"/>
    <w:rsid w:val="008B6702"/>
    <w:rsid w:val="008E26D9"/>
    <w:rsid w:val="009C5CCD"/>
    <w:rsid w:val="00C56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615711D41B474129AE7EE596BC6CBC26">
    <w:name w:val="615711D41B474129AE7EE596BC6CBC2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45718706-597E-4DE4-A188-17EAA38AD1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KSP_R(R-F)_VZOR_201106</Template>
  <TotalTime>17</TotalTime>
  <Pages>6</Pages>
  <Words>1582</Words>
  <Characters>9338</Characters>
  <Application>Microsoft Office Word</Application>
  <DocSecurity>0</DocSecurity>
  <Lines>77</Lines>
  <Paragraphs>21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KSP_201106</vt:lpstr>
      <vt:lpstr/>
      <vt:lpstr>Titulek 1. úrovně </vt:lpstr>
      <vt:lpstr>    Titulek 2. úrovně</vt:lpstr>
      <vt:lpstr>        Titulek 3. úrovně</vt:lpstr>
    </vt:vector>
  </TitlesOfParts>
  <Company>SŽ</Company>
  <LinksUpToDate>false</LinksUpToDate>
  <CharactersWithSpaces>10899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KSP_201106</dc:title>
  <dc:creator>Salavová Mariana, Ing.</dc:creator>
  <cp:lastModifiedBy>Mantuanelli Jana, Ing.</cp:lastModifiedBy>
  <cp:revision>10</cp:revision>
  <cp:lastPrinted>2019-03-13T10:28:00Z</cp:lastPrinted>
  <dcterms:created xsi:type="dcterms:W3CDTF">2020-12-15T07:50:00Z</dcterms:created>
  <dcterms:modified xsi:type="dcterms:W3CDTF">2021-03-15T06:17:00Z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